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58AADC" w14:textId="77777777" w:rsidR="006E5D65" w:rsidRPr="002A18ED" w:rsidRDefault="00CD6897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2A18ED">
        <w:rPr>
          <w:rFonts w:ascii="Corbel" w:hAnsi="Corbel"/>
          <w:b/>
          <w:bCs/>
          <w:sz w:val="24"/>
          <w:szCs w:val="24"/>
        </w:rPr>
        <w:tab/>
      </w:r>
      <w:r w:rsidRPr="002A18ED">
        <w:rPr>
          <w:rFonts w:ascii="Corbel" w:hAnsi="Corbel"/>
          <w:b/>
          <w:bCs/>
          <w:sz w:val="24"/>
          <w:szCs w:val="24"/>
        </w:rPr>
        <w:tab/>
      </w:r>
      <w:r w:rsidRPr="002A18ED">
        <w:rPr>
          <w:rFonts w:ascii="Corbel" w:hAnsi="Corbel"/>
          <w:b/>
          <w:bCs/>
          <w:sz w:val="24"/>
          <w:szCs w:val="24"/>
        </w:rPr>
        <w:tab/>
      </w:r>
      <w:r w:rsidRPr="002A18ED">
        <w:rPr>
          <w:rFonts w:ascii="Corbel" w:hAnsi="Corbel"/>
          <w:b/>
          <w:bCs/>
          <w:sz w:val="24"/>
          <w:szCs w:val="24"/>
        </w:rPr>
        <w:tab/>
      </w:r>
      <w:r w:rsidRPr="002A18ED">
        <w:rPr>
          <w:rFonts w:ascii="Corbel" w:hAnsi="Corbel"/>
          <w:b/>
          <w:bCs/>
          <w:sz w:val="24"/>
          <w:szCs w:val="24"/>
        </w:rPr>
        <w:tab/>
      </w:r>
      <w:r w:rsidRPr="002A18ED">
        <w:rPr>
          <w:rFonts w:ascii="Corbel" w:hAnsi="Corbel"/>
          <w:b/>
          <w:bCs/>
          <w:sz w:val="24"/>
          <w:szCs w:val="24"/>
        </w:rPr>
        <w:tab/>
      </w:r>
      <w:r w:rsidR="00D8678B" w:rsidRPr="002A18ED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2A18ED">
        <w:rPr>
          <w:rFonts w:ascii="Corbel" w:hAnsi="Corbel"/>
          <w:bCs/>
          <w:i/>
          <w:sz w:val="24"/>
          <w:szCs w:val="24"/>
        </w:rPr>
        <w:t>1.5</w:t>
      </w:r>
      <w:r w:rsidR="00D8678B" w:rsidRPr="002A18ED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2A18ED">
        <w:rPr>
          <w:rFonts w:ascii="Corbel" w:hAnsi="Corbel"/>
          <w:bCs/>
          <w:i/>
          <w:sz w:val="24"/>
          <w:szCs w:val="24"/>
        </w:rPr>
        <w:t xml:space="preserve"> Rektora </w:t>
      </w:r>
      <w:proofErr w:type="spellStart"/>
      <w:r w:rsidR="002A22BF" w:rsidRPr="002A18ED">
        <w:rPr>
          <w:rFonts w:ascii="Corbel" w:hAnsi="Corbel"/>
          <w:bCs/>
          <w:i/>
          <w:sz w:val="24"/>
          <w:szCs w:val="24"/>
        </w:rPr>
        <w:t>UR</w:t>
      </w:r>
      <w:proofErr w:type="spellEnd"/>
      <w:r w:rsidR="002A22BF" w:rsidRPr="002A18ED">
        <w:rPr>
          <w:rFonts w:ascii="Corbel" w:hAnsi="Corbel"/>
          <w:bCs/>
          <w:i/>
          <w:sz w:val="24"/>
          <w:szCs w:val="24"/>
        </w:rPr>
        <w:t xml:space="preserve"> </w:t>
      </w:r>
      <w:r w:rsidRPr="002A18ED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2A18ED">
        <w:rPr>
          <w:rFonts w:ascii="Corbel" w:hAnsi="Corbel"/>
          <w:bCs/>
          <w:i/>
          <w:sz w:val="24"/>
          <w:szCs w:val="24"/>
        </w:rPr>
        <w:t>12/2019</w:t>
      </w:r>
    </w:p>
    <w:p w14:paraId="119F6C94" w14:textId="77777777" w:rsidR="0085747A" w:rsidRPr="002A18ED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2A18ED">
        <w:rPr>
          <w:rFonts w:ascii="Corbel" w:hAnsi="Corbel"/>
          <w:b/>
          <w:smallCaps/>
          <w:sz w:val="24"/>
          <w:szCs w:val="24"/>
        </w:rPr>
        <w:t>SYLABUS</w:t>
      </w:r>
    </w:p>
    <w:p w14:paraId="2C151527" w14:textId="1FD9B0DC" w:rsidR="0085747A" w:rsidRPr="002A18ED" w:rsidRDefault="0071620A" w:rsidP="54CA0644">
      <w:pPr>
        <w:spacing w:after="0" w:line="240" w:lineRule="exact"/>
        <w:jc w:val="center"/>
        <w:rPr>
          <w:rFonts w:ascii="Corbel" w:hAnsi="Corbel"/>
          <w:i/>
          <w:iCs/>
          <w:smallCaps/>
          <w:color w:val="FF0000"/>
          <w:sz w:val="24"/>
          <w:szCs w:val="24"/>
        </w:rPr>
      </w:pPr>
      <w:r w:rsidRPr="54CA0644">
        <w:rPr>
          <w:rFonts w:ascii="Corbel" w:hAnsi="Corbel"/>
          <w:b/>
          <w:bCs/>
          <w:smallCaps/>
          <w:sz w:val="24"/>
          <w:szCs w:val="24"/>
        </w:rPr>
        <w:t>dotyczy cyklu kształcenia</w:t>
      </w:r>
      <w:r w:rsidR="00DC6D0C" w:rsidRPr="54CA0644">
        <w:rPr>
          <w:rFonts w:ascii="Corbel" w:hAnsi="Corbel"/>
          <w:i/>
          <w:iCs/>
          <w:smallCaps/>
          <w:color w:val="FF0000"/>
          <w:sz w:val="24"/>
          <w:szCs w:val="24"/>
        </w:rPr>
        <w:t xml:space="preserve"> </w:t>
      </w:r>
      <w:r w:rsidR="00DC6D0C" w:rsidRPr="54CA0644">
        <w:rPr>
          <w:rFonts w:ascii="Corbel" w:hAnsi="Corbel"/>
          <w:i/>
          <w:iCs/>
          <w:smallCaps/>
          <w:color w:val="000000" w:themeColor="text1"/>
          <w:sz w:val="24"/>
          <w:szCs w:val="24"/>
        </w:rPr>
        <w:t>20</w:t>
      </w:r>
      <w:r w:rsidR="027D6EEB" w:rsidRPr="54CA0644">
        <w:rPr>
          <w:rFonts w:ascii="Corbel" w:hAnsi="Corbel"/>
          <w:i/>
          <w:iCs/>
          <w:smallCaps/>
          <w:color w:val="000000" w:themeColor="text1"/>
          <w:sz w:val="24"/>
          <w:szCs w:val="24"/>
        </w:rPr>
        <w:t>19</w:t>
      </w:r>
      <w:r w:rsidR="00DC6D0C" w:rsidRPr="54CA0644">
        <w:rPr>
          <w:rFonts w:ascii="Corbel" w:hAnsi="Corbel"/>
          <w:i/>
          <w:iCs/>
          <w:smallCaps/>
          <w:color w:val="000000" w:themeColor="text1"/>
          <w:sz w:val="24"/>
          <w:szCs w:val="24"/>
        </w:rPr>
        <w:t>-202</w:t>
      </w:r>
      <w:r w:rsidR="5CCED2DC" w:rsidRPr="54CA0644">
        <w:rPr>
          <w:rFonts w:ascii="Corbel" w:hAnsi="Corbel"/>
          <w:i/>
          <w:iCs/>
          <w:smallCaps/>
          <w:color w:val="000000" w:themeColor="text1"/>
          <w:sz w:val="24"/>
          <w:szCs w:val="24"/>
        </w:rPr>
        <w:t>2</w:t>
      </w:r>
    </w:p>
    <w:p w14:paraId="3FD9332A" w14:textId="04AEDCF8" w:rsidR="00445970" w:rsidRPr="002A18ED" w:rsidRDefault="00445970" w:rsidP="00D05A2B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54CA0644">
        <w:rPr>
          <w:rFonts w:ascii="Corbel" w:hAnsi="Corbel"/>
          <w:sz w:val="20"/>
          <w:szCs w:val="20"/>
        </w:rPr>
        <w:t xml:space="preserve">Rok akademicki </w:t>
      </w:r>
      <w:r w:rsidR="00855E6F" w:rsidRPr="54CA0644">
        <w:rPr>
          <w:rFonts w:ascii="Corbel" w:hAnsi="Corbel"/>
          <w:sz w:val="20"/>
          <w:szCs w:val="20"/>
        </w:rPr>
        <w:t>202</w:t>
      </w:r>
      <w:r w:rsidR="074A439D" w:rsidRPr="54CA0644">
        <w:rPr>
          <w:rFonts w:ascii="Corbel" w:hAnsi="Corbel"/>
          <w:sz w:val="20"/>
          <w:szCs w:val="20"/>
        </w:rPr>
        <w:t>1</w:t>
      </w:r>
      <w:r w:rsidR="00855E6F" w:rsidRPr="54CA0644">
        <w:rPr>
          <w:rFonts w:ascii="Corbel" w:hAnsi="Corbel"/>
          <w:sz w:val="20"/>
          <w:szCs w:val="20"/>
        </w:rPr>
        <w:t>/202</w:t>
      </w:r>
      <w:r w:rsidR="03CC529E" w:rsidRPr="54CA0644">
        <w:rPr>
          <w:rFonts w:ascii="Corbel" w:hAnsi="Corbel"/>
          <w:sz w:val="20"/>
          <w:szCs w:val="20"/>
        </w:rPr>
        <w:t>2</w:t>
      </w:r>
    </w:p>
    <w:p w14:paraId="0A8C9C5E" w14:textId="77777777" w:rsidR="0085747A" w:rsidRPr="002A18ED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F5767E9" w14:textId="77777777" w:rsidR="0085747A" w:rsidRPr="002A18ED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2A18ED">
        <w:rPr>
          <w:rFonts w:ascii="Corbel" w:hAnsi="Corbel"/>
          <w:szCs w:val="24"/>
        </w:rPr>
        <w:t xml:space="preserve">1. </w:t>
      </w:r>
      <w:r w:rsidR="0085747A" w:rsidRPr="002A18ED">
        <w:rPr>
          <w:rFonts w:ascii="Corbel" w:hAnsi="Corbel"/>
          <w:szCs w:val="24"/>
        </w:rPr>
        <w:t xml:space="preserve">Podstawowe </w:t>
      </w:r>
      <w:r w:rsidR="00445970" w:rsidRPr="002A18ED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2A18ED" w14:paraId="4E1A329E" w14:textId="77777777" w:rsidTr="00B819C8">
        <w:tc>
          <w:tcPr>
            <w:tcW w:w="2694" w:type="dxa"/>
            <w:vAlign w:val="center"/>
          </w:tcPr>
          <w:p w14:paraId="673A4476" w14:textId="77777777" w:rsidR="0085747A" w:rsidRPr="002A18ED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18ED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1615582" w14:textId="77777777" w:rsidR="0085747A" w:rsidRPr="002A18ED" w:rsidRDefault="00F2188C" w:rsidP="00B621C2">
            <w:pPr>
              <w:pStyle w:val="Nagwek3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2A18ED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Usługi inwestycyjne</w:t>
            </w:r>
          </w:p>
        </w:tc>
      </w:tr>
      <w:tr w:rsidR="0085747A" w:rsidRPr="002A18ED" w14:paraId="1B3A289C" w14:textId="77777777" w:rsidTr="00B819C8">
        <w:tc>
          <w:tcPr>
            <w:tcW w:w="2694" w:type="dxa"/>
            <w:vAlign w:val="center"/>
          </w:tcPr>
          <w:p w14:paraId="5E14C1CC" w14:textId="77777777" w:rsidR="0085747A" w:rsidRPr="002A18ED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18ED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2A18ED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D5B8640" w14:textId="77777777" w:rsidR="0085747A" w:rsidRPr="002A18ED" w:rsidRDefault="00855E6F" w:rsidP="00FC53E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18ED"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 w:rsidRPr="002A18ED">
              <w:rPr>
                <w:rFonts w:ascii="Corbel" w:hAnsi="Corbel"/>
                <w:b w:val="0"/>
                <w:sz w:val="24"/>
                <w:szCs w:val="24"/>
              </w:rPr>
              <w:t>EUB</w:t>
            </w:r>
            <w:proofErr w:type="spellEnd"/>
            <w:r w:rsidRPr="002A18ED">
              <w:rPr>
                <w:rFonts w:ascii="Corbel" w:hAnsi="Corbel"/>
                <w:b w:val="0"/>
                <w:sz w:val="24"/>
                <w:szCs w:val="24"/>
              </w:rPr>
              <w:t>/C-1.</w:t>
            </w:r>
            <w:r w:rsidR="00FC53ED" w:rsidRPr="002A18ED">
              <w:rPr>
                <w:rFonts w:ascii="Corbel" w:hAnsi="Corbel"/>
                <w:b w:val="0"/>
                <w:sz w:val="24"/>
                <w:szCs w:val="24"/>
              </w:rPr>
              <w:t>14c</w:t>
            </w:r>
          </w:p>
        </w:tc>
      </w:tr>
      <w:tr w:rsidR="0085747A" w:rsidRPr="002A18ED" w14:paraId="1D6A98CE" w14:textId="77777777" w:rsidTr="00B819C8">
        <w:tc>
          <w:tcPr>
            <w:tcW w:w="2694" w:type="dxa"/>
            <w:vAlign w:val="center"/>
          </w:tcPr>
          <w:p w14:paraId="2134969B" w14:textId="77777777" w:rsidR="0085747A" w:rsidRPr="002A18ED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2A18ED">
              <w:rPr>
                <w:rFonts w:ascii="Corbel" w:hAnsi="Corbel"/>
                <w:sz w:val="24"/>
                <w:szCs w:val="24"/>
              </w:rPr>
              <w:t>N</w:t>
            </w:r>
            <w:r w:rsidR="0085747A" w:rsidRPr="002A18ED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2A18ED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982790B" w14:textId="77777777" w:rsidR="0085747A" w:rsidRPr="002A18ED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18ED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2A18ED" w14:paraId="06477F01" w14:textId="77777777" w:rsidTr="00B819C8">
        <w:tc>
          <w:tcPr>
            <w:tcW w:w="2694" w:type="dxa"/>
            <w:vAlign w:val="center"/>
          </w:tcPr>
          <w:p w14:paraId="1D74C96A" w14:textId="77777777" w:rsidR="0085747A" w:rsidRPr="002A18E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18ED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45FB24A" w14:textId="3BE4469B" w:rsidR="0085747A" w:rsidRPr="002A18ED" w:rsidRDefault="005B192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18ED">
              <w:rPr>
                <w:rFonts w:ascii="Corbel" w:hAnsi="Corbel"/>
                <w:b w:val="0"/>
                <w:sz w:val="24"/>
                <w:szCs w:val="24"/>
              </w:rPr>
              <w:t xml:space="preserve">Instytut Ekonomii i Finansów </w:t>
            </w:r>
            <w:proofErr w:type="spellStart"/>
            <w:r w:rsidRPr="002A18ED">
              <w:rPr>
                <w:rFonts w:ascii="Corbel" w:hAnsi="Corbel"/>
                <w:b w:val="0"/>
                <w:sz w:val="24"/>
                <w:szCs w:val="24"/>
              </w:rPr>
              <w:t>KNS</w:t>
            </w:r>
            <w:proofErr w:type="spellEnd"/>
          </w:p>
        </w:tc>
      </w:tr>
      <w:tr w:rsidR="0085747A" w:rsidRPr="002A18ED" w14:paraId="54A2DE44" w14:textId="77777777" w:rsidTr="00B819C8">
        <w:tc>
          <w:tcPr>
            <w:tcW w:w="2694" w:type="dxa"/>
            <w:vAlign w:val="center"/>
          </w:tcPr>
          <w:p w14:paraId="7FDFECBA" w14:textId="77777777" w:rsidR="0085747A" w:rsidRPr="002A18E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18ED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C899195" w14:textId="77777777" w:rsidR="0085747A" w:rsidRPr="002A18ED" w:rsidRDefault="00467CD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18ED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2A18ED" w14:paraId="63F30B5D" w14:textId="77777777" w:rsidTr="00B819C8">
        <w:tc>
          <w:tcPr>
            <w:tcW w:w="2694" w:type="dxa"/>
            <w:vAlign w:val="center"/>
          </w:tcPr>
          <w:p w14:paraId="0735A814" w14:textId="77777777" w:rsidR="0085747A" w:rsidRPr="002A18ED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18ED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07DC4C8" w14:textId="7348CFA1" w:rsidR="0085747A" w:rsidRPr="002A18ED" w:rsidRDefault="0017512A" w:rsidP="00467CD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18ED"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2A18ED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2A18ED" w14:paraId="4C0CF169" w14:textId="77777777" w:rsidTr="00B819C8">
        <w:tc>
          <w:tcPr>
            <w:tcW w:w="2694" w:type="dxa"/>
            <w:vAlign w:val="center"/>
          </w:tcPr>
          <w:p w14:paraId="7E07DF66" w14:textId="77777777" w:rsidR="0085747A" w:rsidRPr="002A18E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18ED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F124C7C" w14:textId="77777777" w:rsidR="0085747A" w:rsidRPr="002A18ED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2A18ED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2A18ED" w14:paraId="3EAE4518" w14:textId="77777777" w:rsidTr="00B819C8">
        <w:tc>
          <w:tcPr>
            <w:tcW w:w="2694" w:type="dxa"/>
            <w:vAlign w:val="center"/>
          </w:tcPr>
          <w:p w14:paraId="2796241C" w14:textId="77777777" w:rsidR="0085747A" w:rsidRPr="002A18E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18ED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5F40D47" w14:textId="77777777" w:rsidR="0085747A" w:rsidRPr="002A18ED" w:rsidRDefault="00FC53ED" w:rsidP="00467CD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18ED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7512A" w:rsidRPr="002A18ED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2A18ED" w14:paraId="465153E6" w14:textId="77777777" w:rsidTr="00B819C8">
        <w:tc>
          <w:tcPr>
            <w:tcW w:w="2694" w:type="dxa"/>
            <w:vAlign w:val="center"/>
          </w:tcPr>
          <w:p w14:paraId="3E9D7D90" w14:textId="77777777" w:rsidR="0085747A" w:rsidRPr="002A18E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18ED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2A18ED">
              <w:rPr>
                <w:rFonts w:ascii="Corbel" w:hAnsi="Corbel"/>
                <w:sz w:val="24"/>
                <w:szCs w:val="24"/>
              </w:rPr>
              <w:t>/y</w:t>
            </w:r>
            <w:r w:rsidRPr="002A18ED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AE6E0F8" w14:textId="6212648E" w:rsidR="0085747A" w:rsidRPr="002A18ED" w:rsidRDefault="00467CDA" w:rsidP="00FC53E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18ED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FC53ED" w:rsidRPr="002A18ED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5B1925" w:rsidRPr="002A18ED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FC53ED" w:rsidRPr="002A18ED"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85747A" w:rsidRPr="002A18ED" w14:paraId="1C08DBE1" w14:textId="77777777" w:rsidTr="00B819C8">
        <w:tc>
          <w:tcPr>
            <w:tcW w:w="2694" w:type="dxa"/>
            <w:vAlign w:val="center"/>
          </w:tcPr>
          <w:p w14:paraId="390C752C" w14:textId="77777777" w:rsidR="0085747A" w:rsidRPr="002A18E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18ED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DF7F1ED" w14:textId="77777777" w:rsidR="0085747A" w:rsidRPr="002A18ED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18ED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2A18ED" w14:paraId="26CA5989" w14:textId="77777777" w:rsidTr="00B819C8">
        <w:tc>
          <w:tcPr>
            <w:tcW w:w="2694" w:type="dxa"/>
            <w:vAlign w:val="center"/>
          </w:tcPr>
          <w:p w14:paraId="1AE804DB" w14:textId="77777777" w:rsidR="00923D7D" w:rsidRPr="002A18ED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18ED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20F0F4A" w14:textId="77777777" w:rsidR="00923D7D" w:rsidRPr="002A18ED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18ED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2A18ED" w14:paraId="52FA1AA3" w14:textId="77777777" w:rsidTr="00B819C8">
        <w:tc>
          <w:tcPr>
            <w:tcW w:w="2694" w:type="dxa"/>
            <w:vAlign w:val="center"/>
          </w:tcPr>
          <w:p w14:paraId="3BD99378" w14:textId="77777777" w:rsidR="0085747A" w:rsidRPr="002A18E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18ED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4FB2D00" w14:textId="77777777" w:rsidR="0085747A" w:rsidRPr="002A18ED" w:rsidRDefault="00FC53E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18ED">
              <w:rPr>
                <w:rFonts w:ascii="Corbel" w:hAnsi="Corbel"/>
                <w:b w:val="0"/>
                <w:sz w:val="24"/>
                <w:szCs w:val="24"/>
              </w:rPr>
              <w:t xml:space="preserve">Dr hab. Mariola Grzebyk, prof. </w:t>
            </w:r>
            <w:proofErr w:type="spellStart"/>
            <w:r w:rsidRPr="002A18ED">
              <w:rPr>
                <w:rFonts w:ascii="Corbel" w:hAnsi="Corbel"/>
                <w:b w:val="0"/>
                <w:sz w:val="24"/>
                <w:szCs w:val="24"/>
              </w:rPr>
              <w:t>UR</w:t>
            </w:r>
            <w:proofErr w:type="spellEnd"/>
          </w:p>
        </w:tc>
      </w:tr>
      <w:tr w:rsidR="0085747A" w:rsidRPr="002A18ED" w14:paraId="3EB4004E" w14:textId="77777777" w:rsidTr="00B819C8">
        <w:tc>
          <w:tcPr>
            <w:tcW w:w="2694" w:type="dxa"/>
            <w:vAlign w:val="center"/>
          </w:tcPr>
          <w:p w14:paraId="5FDCBD8C" w14:textId="77777777" w:rsidR="0085747A" w:rsidRPr="002A18E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18ED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2609800" w14:textId="77777777" w:rsidR="0085747A" w:rsidRPr="002A18ED" w:rsidRDefault="00FC53ED" w:rsidP="00FC53E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18ED">
              <w:rPr>
                <w:rFonts w:ascii="Corbel" w:hAnsi="Corbel"/>
                <w:b w:val="0"/>
                <w:sz w:val="24"/>
                <w:szCs w:val="24"/>
              </w:rPr>
              <w:t>Mgr Karolina Kozioł, d</w:t>
            </w:r>
            <w:r w:rsidR="00467CDA" w:rsidRPr="002A18ED">
              <w:rPr>
                <w:rFonts w:ascii="Corbel" w:hAnsi="Corbel"/>
                <w:b w:val="0"/>
                <w:sz w:val="24"/>
                <w:szCs w:val="24"/>
              </w:rPr>
              <w:t>r Marta Kawa</w:t>
            </w:r>
          </w:p>
        </w:tc>
      </w:tr>
    </w:tbl>
    <w:p w14:paraId="1A7C950B" w14:textId="62775192" w:rsidR="0085747A" w:rsidRPr="002A18ED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2A18ED">
        <w:rPr>
          <w:rFonts w:ascii="Corbel" w:hAnsi="Corbel"/>
          <w:sz w:val="24"/>
          <w:szCs w:val="24"/>
        </w:rPr>
        <w:t xml:space="preserve">* </w:t>
      </w:r>
      <w:r w:rsidRPr="002A18ED">
        <w:rPr>
          <w:rFonts w:ascii="Corbel" w:hAnsi="Corbel"/>
          <w:i/>
          <w:sz w:val="24"/>
          <w:szCs w:val="24"/>
        </w:rPr>
        <w:t>-</w:t>
      </w:r>
      <w:r w:rsidR="00B90885" w:rsidRPr="002A18ED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2A18ED">
        <w:rPr>
          <w:rFonts w:ascii="Corbel" w:hAnsi="Corbel"/>
          <w:b w:val="0"/>
          <w:sz w:val="24"/>
          <w:szCs w:val="24"/>
        </w:rPr>
        <w:t>e,</w:t>
      </w:r>
      <w:r w:rsidR="005C64B2" w:rsidRPr="002A18ED">
        <w:rPr>
          <w:rFonts w:ascii="Corbel" w:hAnsi="Corbel"/>
          <w:b w:val="0"/>
          <w:sz w:val="24"/>
          <w:szCs w:val="24"/>
        </w:rPr>
        <w:t xml:space="preserve"> </w:t>
      </w:r>
      <w:r w:rsidRPr="002A18ED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2A18ED">
        <w:rPr>
          <w:rFonts w:ascii="Corbel" w:hAnsi="Corbel"/>
          <w:b w:val="0"/>
          <w:i/>
          <w:sz w:val="24"/>
          <w:szCs w:val="24"/>
        </w:rPr>
        <w:t>w Jednostce</w:t>
      </w:r>
    </w:p>
    <w:p w14:paraId="02153D5B" w14:textId="77777777" w:rsidR="0085747A" w:rsidRPr="002A18ED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2A18ED">
        <w:rPr>
          <w:rFonts w:ascii="Corbel" w:hAnsi="Corbel"/>
          <w:sz w:val="24"/>
          <w:szCs w:val="24"/>
        </w:rPr>
        <w:t>1.</w:t>
      </w:r>
      <w:r w:rsidR="00E22FBC" w:rsidRPr="002A18ED">
        <w:rPr>
          <w:rFonts w:ascii="Corbel" w:hAnsi="Corbel"/>
          <w:sz w:val="24"/>
          <w:szCs w:val="24"/>
        </w:rPr>
        <w:t>1</w:t>
      </w:r>
      <w:r w:rsidRPr="002A18ED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2A18ED">
        <w:rPr>
          <w:rFonts w:ascii="Corbel" w:hAnsi="Corbel"/>
          <w:sz w:val="24"/>
          <w:szCs w:val="24"/>
        </w:rPr>
        <w:t>ECTS</w:t>
      </w:r>
      <w:proofErr w:type="spellEnd"/>
      <w:r w:rsidRPr="002A18ED">
        <w:rPr>
          <w:rFonts w:ascii="Corbel" w:hAnsi="Corbel"/>
          <w:sz w:val="24"/>
          <w:szCs w:val="24"/>
        </w:rPr>
        <w:t xml:space="preserve"> </w:t>
      </w:r>
    </w:p>
    <w:p w14:paraId="03DF83E2" w14:textId="77777777" w:rsidR="00923D7D" w:rsidRPr="002A18ED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2A18ED" w14:paraId="48E0B7DF" w14:textId="77777777" w:rsidTr="005B1925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334F2" w14:textId="77777777" w:rsidR="00015B8F" w:rsidRPr="002A18E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A18ED">
              <w:rPr>
                <w:rFonts w:ascii="Corbel" w:hAnsi="Corbel"/>
                <w:szCs w:val="24"/>
              </w:rPr>
              <w:t>Semestr</w:t>
            </w:r>
          </w:p>
          <w:p w14:paraId="31A2E918" w14:textId="77777777" w:rsidR="00015B8F" w:rsidRPr="002A18ED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A18ED">
              <w:rPr>
                <w:rFonts w:ascii="Corbel" w:hAnsi="Corbel"/>
                <w:szCs w:val="24"/>
              </w:rPr>
              <w:t>(</w:t>
            </w:r>
            <w:r w:rsidR="00363F78" w:rsidRPr="002A18ED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D5095C" w14:textId="77777777" w:rsidR="00015B8F" w:rsidRPr="002A18E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A18ED">
              <w:rPr>
                <w:rFonts w:ascii="Corbel" w:hAnsi="Corbel"/>
                <w:szCs w:val="24"/>
              </w:rPr>
              <w:t>Wykł</w:t>
            </w:r>
            <w:proofErr w:type="spellEnd"/>
            <w:r w:rsidRPr="002A18E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D4E320" w14:textId="77777777" w:rsidR="00015B8F" w:rsidRPr="002A18E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A18ED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1A3CE9" w14:textId="77777777" w:rsidR="00015B8F" w:rsidRPr="002A18E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A18ED">
              <w:rPr>
                <w:rFonts w:ascii="Corbel" w:hAnsi="Corbel"/>
                <w:szCs w:val="24"/>
              </w:rPr>
              <w:t>Konw</w:t>
            </w:r>
            <w:proofErr w:type="spellEnd"/>
            <w:r w:rsidRPr="002A18E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9F7AE7" w14:textId="77777777" w:rsidR="00015B8F" w:rsidRPr="002A18E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A18ED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ADBF8" w14:textId="77777777" w:rsidR="00015B8F" w:rsidRPr="002A18E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A18ED">
              <w:rPr>
                <w:rFonts w:ascii="Corbel" w:hAnsi="Corbel"/>
                <w:szCs w:val="24"/>
              </w:rPr>
              <w:t>Sem</w:t>
            </w:r>
            <w:proofErr w:type="spellEnd"/>
            <w:r w:rsidRPr="002A18E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1569BA" w14:textId="77777777" w:rsidR="00015B8F" w:rsidRPr="002A18E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A18ED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85B3A0" w14:textId="77777777" w:rsidR="00015B8F" w:rsidRPr="002A18E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A18ED">
              <w:rPr>
                <w:rFonts w:ascii="Corbel" w:hAnsi="Corbel"/>
                <w:szCs w:val="24"/>
              </w:rPr>
              <w:t>Prakt</w:t>
            </w:r>
            <w:proofErr w:type="spellEnd"/>
            <w:r w:rsidRPr="002A18E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48DDA9" w14:textId="77777777" w:rsidR="00015B8F" w:rsidRPr="002A18E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A18ED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C82BF" w14:textId="77777777" w:rsidR="00015B8F" w:rsidRPr="002A18E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2A18ED">
              <w:rPr>
                <w:rFonts w:ascii="Corbel" w:hAnsi="Corbel"/>
                <w:b/>
                <w:szCs w:val="24"/>
              </w:rPr>
              <w:t>Liczba pkt</w:t>
            </w:r>
            <w:r w:rsidR="00B90885" w:rsidRPr="002A18ED">
              <w:rPr>
                <w:rFonts w:ascii="Corbel" w:hAnsi="Corbel"/>
                <w:b/>
                <w:szCs w:val="24"/>
              </w:rPr>
              <w:t>.</w:t>
            </w:r>
            <w:r w:rsidRPr="002A18ED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2A18ED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2A18ED" w14:paraId="58EB1E2B" w14:textId="77777777" w:rsidTr="005B1925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AC1B9" w14:textId="77777777" w:rsidR="00015B8F" w:rsidRPr="002A18ED" w:rsidRDefault="00FC53E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A18ED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6BCA3" w14:textId="77777777" w:rsidR="00015B8F" w:rsidRPr="002A18E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F7862" w14:textId="77777777" w:rsidR="00015B8F" w:rsidRPr="002A18ED" w:rsidRDefault="00FC53E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A18ED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9FFCE" w14:textId="77777777" w:rsidR="00015B8F" w:rsidRPr="002A18E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72EC8" w14:textId="77777777" w:rsidR="00015B8F" w:rsidRPr="002A18E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A9F04" w14:textId="77777777" w:rsidR="00015B8F" w:rsidRPr="002A18E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30AE8" w14:textId="77777777" w:rsidR="00015B8F" w:rsidRPr="002A18E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657CD" w14:textId="77777777" w:rsidR="00015B8F" w:rsidRPr="002A18E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30E25" w14:textId="77777777" w:rsidR="00015B8F" w:rsidRPr="002A18E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25D88" w14:textId="77777777" w:rsidR="00015B8F" w:rsidRPr="002A18ED" w:rsidRDefault="00FC53ED" w:rsidP="002A18E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A18ED"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5464D2B9" w14:textId="77777777" w:rsidR="00923D7D" w:rsidRPr="002A18ED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AF4F925" w14:textId="77777777" w:rsidR="00923D7D" w:rsidRPr="002A18ED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306D688" w14:textId="77777777" w:rsidR="0085747A" w:rsidRPr="002A18ED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2A18ED">
        <w:rPr>
          <w:rFonts w:ascii="Corbel" w:hAnsi="Corbel"/>
          <w:smallCaps w:val="0"/>
          <w:szCs w:val="24"/>
        </w:rPr>
        <w:t>1.</w:t>
      </w:r>
      <w:r w:rsidR="00E22FBC" w:rsidRPr="002A18ED">
        <w:rPr>
          <w:rFonts w:ascii="Corbel" w:hAnsi="Corbel"/>
          <w:smallCaps w:val="0"/>
          <w:szCs w:val="24"/>
        </w:rPr>
        <w:t>2</w:t>
      </w:r>
      <w:r w:rsidR="00F83B28" w:rsidRPr="002A18ED">
        <w:rPr>
          <w:rFonts w:ascii="Corbel" w:hAnsi="Corbel"/>
          <w:smallCaps w:val="0"/>
          <w:szCs w:val="24"/>
        </w:rPr>
        <w:t>.</w:t>
      </w:r>
      <w:r w:rsidR="00F83B28" w:rsidRPr="002A18ED">
        <w:rPr>
          <w:rFonts w:ascii="Corbel" w:hAnsi="Corbel"/>
          <w:smallCaps w:val="0"/>
          <w:szCs w:val="24"/>
        </w:rPr>
        <w:tab/>
      </w:r>
      <w:r w:rsidRPr="002A18ED">
        <w:rPr>
          <w:rFonts w:ascii="Corbel" w:hAnsi="Corbel"/>
          <w:smallCaps w:val="0"/>
          <w:szCs w:val="24"/>
        </w:rPr>
        <w:t xml:space="preserve">Sposób realizacji zajęć  </w:t>
      </w:r>
    </w:p>
    <w:p w14:paraId="07E653AF" w14:textId="77777777" w:rsidR="00D05A2B" w:rsidRDefault="00D05A2B" w:rsidP="00D05A2B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>
        <w:rPr>
          <w:rStyle w:val="normaltextrun"/>
          <w:rFonts w:ascii="Wingdings" w:eastAsia="Wingdings" w:hAnsi="Wingdings" w:cs="Wingdings"/>
        </w:rPr>
        <w:t></w:t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 (lub zdalnie z wykorzystaniem platformy Ms </w:t>
      </w:r>
      <w:proofErr w:type="spellStart"/>
      <w:r>
        <w:rPr>
          <w:rStyle w:val="spellingerror"/>
        </w:rPr>
        <w:t>Teams</w:t>
      </w:r>
      <w:proofErr w:type="spellEnd"/>
      <w:r>
        <w:rPr>
          <w:rStyle w:val="spellingerror"/>
          <w:rFonts w:ascii="Corbel" w:hAnsi="Corbel"/>
        </w:rPr>
        <w:t>)</w:t>
      </w:r>
      <w:r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2A250B5C" w14:textId="77777777" w:rsidR="00D05A2B" w:rsidRDefault="00D05A2B" w:rsidP="00D05A2B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444814DE" w14:textId="77777777" w:rsidR="0085747A" w:rsidRPr="002A18ED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  <w:u w:val="single"/>
        </w:rPr>
      </w:pPr>
    </w:p>
    <w:p w14:paraId="1C556B08" w14:textId="77777777" w:rsidR="00E22FBC" w:rsidRPr="002A18ED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2A18ED">
        <w:rPr>
          <w:rFonts w:ascii="Corbel" w:hAnsi="Corbel"/>
          <w:smallCaps w:val="0"/>
          <w:szCs w:val="24"/>
        </w:rPr>
        <w:t xml:space="preserve">1.3 </w:t>
      </w:r>
      <w:r w:rsidR="00F83B28" w:rsidRPr="002A18ED">
        <w:rPr>
          <w:rFonts w:ascii="Corbel" w:hAnsi="Corbel"/>
          <w:smallCaps w:val="0"/>
          <w:szCs w:val="24"/>
        </w:rPr>
        <w:tab/>
      </w:r>
      <w:r w:rsidRPr="002A18ED">
        <w:rPr>
          <w:rFonts w:ascii="Corbel" w:hAnsi="Corbel"/>
          <w:smallCaps w:val="0"/>
          <w:szCs w:val="24"/>
        </w:rPr>
        <w:t>For</w:t>
      </w:r>
      <w:r w:rsidR="00445970" w:rsidRPr="002A18ED">
        <w:rPr>
          <w:rFonts w:ascii="Corbel" w:hAnsi="Corbel"/>
          <w:smallCaps w:val="0"/>
          <w:szCs w:val="24"/>
        </w:rPr>
        <w:t xml:space="preserve">ma zaliczenia przedmiotu </w:t>
      </w:r>
      <w:r w:rsidRPr="002A18ED">
        <w:rPr>
          <w:rFonts w:ascii="Corbel" w:hAnsi="Corbel"/>
          <w:smallCaps w:val="0"/>
          <w:szCs w:val="24"/>
        </w:rPr>
        <w:t xml:space="preserve"> (z toku) </w:t>
      </w:r>
      <w:r w:rsidRPr="002A18ED">
        <w:rPr>
          <w:rFonts w:ascii="Corbel" w:hAnsi="Corbel"/>
          <w:b w:val="0"/>
          <w:smallCaps w:val="0"/>
          <w:szCs w:val="24"/>
        </w:rPr>
        <w:t>(egzamin, zaliczenie z oceną</w:t>
      </w:r>
      <w:r w:rsidRPr="002A18ED">
        <w:rPr>
          <w:rFonts w:ascii="Corbel" w:hAnsi="Corbel"/>
          <w:b w:val="0"/>
          <w:smallCaps w:val="0"/>
          <w:szCs w:val="24"/>
          <w:u w:val="single"/>
        </w:rPr>
        <w:t>,</w:t>
      </w:r>
      <w:r w:rsidRPr="002A18ED">
        <w:rPr>
          <w:rFonts w:ascii="Corbel" w:hAnsi="Corbel"/>
          <w:b w:val="0"/>
          <w:smallCaps w:val="0"/>
          <w:szCs w:val="24"/>
        </w:rPr>
        <w:t xml:space="preserve"> zaliczenie bez oceny)</w:t>
      </w:r>
    </w:p>
    <w:p w14:paraId="13F7D858" w14:textId="443B31BF" w:rsidR="009C54AE" w:rsidRPr="002A18ED" w:rsidRDefault="002A18E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2A18ED">
        <w:rPr>
          <w:rFonts w:ascii="Corbel" w:hAnsi="Corbel"/>
          <w:b w:val="0"/>
          <w:smallCaps w:val="0"/>
          <w:szCs w:val="24"/>
        </w:rPr>
        <w:t>zaliczenie z oceną</w:t>
      </w:r>
    </w:p>
    <w:p w14:paraId="2633518E" w14:textId="77777777" w:rsidR="00E960BB" w:rsidRPr="002A18ED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CC8729" w14:textId="77777777" w:rsidR="00E960BB" w:rsidRPr="002A18ED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2A18ED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A18ED" w14:paraId="383BBA10" w14:textId="77777777" w:rsidTr="00745302">
        <w:tc>
          <w:tcPr>
            <w:tcW w:w="9670" w:type="dxa"/>
          </w:tcPr>
          <w:p w14:paraId="5669E9D0" w14:textId="77777777" w:rsidR="0085747A" w:rsidRPr="002A18ED" w:rsidRDefault="00467CDA" w:rsidP="00FC53ED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A18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Umiejętność analizy problemów ekonomicznych oraz podstawowych kwestii związanych z </w:t>
            </w:r>
            <w:r w:rsidR="00FC53ED" w:rsidRPr="002A18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inwestycjami </w:t>
            </w:r>
            <w:r w:rsidRPr="002A18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 gospodarce</w:t>
            </w:r>
            <w:r w:rsidR="00FC53ED" w:rsidRPr="002A18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 gospodarstwie domowym</w:t>
            </w:r>
            <w:r w:rsidRPr="002A18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Student zna podstawy </w:t>
            </w:r>
            <w:r w:rsidR="00FC53ED" w:rsidRPr="002A18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nauki o przedsiębiorstwie usługowym</w:t>
            </w:r>
            <w:r w:rsidRPr="002A18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665DC80F" w14:textId="77777777" w:rsidR="00153C41" w:rsidRPr="002A18ED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6D0D5E5" w14:textId="77777777" w:rsidR="0085747A" w:rsidRPr="002A18ED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2A18ED">
        <w:rPr>
          <w:rFonts w:ascii="Corbel" w:hAnsi="Corbel"/>
          <w:szCs w:val="24"/>
        </w:rPr>
        <w:t>3.</w:t>
      </w:r>
      <w:r w:rsidR="00A84C85" w:rsidRPr="002A18ED">
        <w:rPr>
          <w:rFonts w:ascii="Corbel" w:hAnsi="Corbel"/>
          <w:szCs w:val="24"/>
        </w:rPr>
        <w:t>cele, efekty uczenia się</w:t>
      </w:r>
      <w:r w:rsidR="0085747A" w:rsidRPr="002A18ED">
        <w:rPr>
          <w:rFonts w:ascii="Corbel" w:hAnsi="Corbel"/>
          <w:szCs w:val="24"/>
        </w:rPr>
        <w:t xml:space="preserve"> , treści Programowe i stosowane metody Dydaktyczne</w:t>
      </w:r>
    </w:p>
    <w:p w14:paraId="04AA81FE" w14:textId="77777777" w:rsidR="0085747A" w:rsidRPr="002A18ED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C49B1E9" w14:textId="77777777" w:rsidR="0085747A" w:rsidRPr="002A18ED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2A18ED">
        <w:rPr>
          <w:rFonts w:ascii="Corbel" w:hAnsi="Corbel"/>
          <w:sz w:val="24"/>
          <w:szCs w:val="24"/>
        </w:rPr>
        <w:t xml:space="preserve">3.1 </w:t>
      </w:r>
      <w:r w:rsidR="00C05F44" w:rsidRPr="002A18ED">
        <w:rPr>
          <w:rFonts w:ascii="Corbel" w:hAnsi="Corbel"/>
          <w:sz w:val="24"/>
          <w:szCs w:val="24"/>
        </w:rPr>
        <w:t>Cele przedmiotu</w:t>
      </w:r>
    </w:p>
    <w:p w14:paraId="523AF9CE" w14:textId="77777777" w:rsidR="00F83B28" w:rsidRPr="002A18ED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2A18ED" w14:paraId="3DFE72F3" w14:textId="77777777" w:rsidTr="00923D7D">
        <w:tc>
          <w:tcPr>
            <w:tcW w:w="851" w:type="dxa"/>
            <w:vAlign w:val="center"/>
          </w:tcPr>
          <w:p w14:paraId="3B8E3C96" w14:textId="77777777" w:rsidR="0085747A" w:rsidRPr="002A18ED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A18ED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AB71DC8" w14:textId="77777777" w:rsidR="0085747A" w:rsidRPr="002A18ED" w:rsidRDefault="00467CDA" w:rsidP="00FC53E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A18ED">
              <w:rPr>
                <w:rFonts w:ascii="Corbel" w:hAnsi="Corbel"/>
                <w:b w:val="0"/>
                <w:sz w:val="24"/>
                <w:szCs w:val="24"/>
              </w:rPr>
              <w:t xml:space="preserve">Podstawowym założeniem jest zapoznanie studentów z możliwościami wykorzystania działalności </w:t>
            </w:r>
            <w:r w:rsidR="00B621C2" w:rsidRPr="002A18ED">
              <w:rPr>
                <w:rFonts w:ascii="Corbel" w:hAnsi="Corbel"/>
                <w:b w:val="0"/>
                <w:sz w:val="24"/>
                <w:szCs w:val="24"/>
              </w:rPr>
              <w:t>przedsiębi</w:t>
            </w:r>
            <w:r w:rsidR="00FC53ED" w:rsidRPr="002A18ED">
              <w:rPr>
                <w:rFonts w:ascii="Corbel" w:hAnsi="Corbel"/>
                <w:b w:val="0"/>
                <w:sz w:val="24"/>
                <w:szCs w:val="24"/>
              </w:rPr>
              <w:t>orstw usługowych do świadczenia usług inwestycyjnych.</w:t>
            </w:r>
            <w:r w:rsidRPr="002A18ED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2A18ED" w14:paraId="299B4C8C" w14:textId="77777777" w:rsidTr="00923D7D">
        <w:tc>
          <w:tcPr>
            <w:tcW w:w="851" w:type="dxa"/>
            <w:vAlign w:val="center"/>
          </w:tcPr>
          <w:p w14:paraId="658CA054" w14:textId="77777777" w:rsidR="0085747A" w:rsidRPr="002A18ED" w:rsidRDefault="00B75FF9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2A18ED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5EEF9E5D" w14:textId="77777777" w:rsidR="0085747A" w:rsidRPr="002A18ED" w:rsidRDefault="00B75FF9" w:rsidP="00D85AD3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2A18ED">
              <w:rPr>
                <w:rFonts w:ascii="Corbel" w:hAnsi="Corbel"/>
                <w:sz w:val="24"/>
                <w:szCs w:val="24"/>
              </w:rPr>
              <w:t xml:space="preserve">Opracowuje i przeprowadza syntetyczną prezentację dotyczącą wybranego aspektu </w:t>
            </w:r>
            <w:r w:rsidR="00D85AD3" w:rsidRPr="002A18ED">
              <w:rPr>
                <w:rFonts w:ascii="Corbel" w:hAnsi="Corbel"/>
                <w:sz w:val="24"/>
                <w:szCs w:val="24"/>
              </w:rPr>
              <w:t xml:space="preserve">związanego z możliwościami inwestowania własnych środków finansowych z uwzględnieniem </w:t>
            </w:r>
            <w:r w:rsidRPr="002A18ED">
              <w:rPr>
                <w:rFonts w:ascii="Corbel" w:hAnsi="Corbel"/>
                <w:sz w:val="24"/>
                <w:szCs w:val="24"/>
              </w:rPr>
              <w:t>kierunków zmian</w:t>
            </w:r>
            <w:r w:rsidR="00D85AD3" w:rsidRPr="002A18ED">
              <w:rPr>
                <w:rFonts w:ascii="Corbel" w:hAnsi="Corbel"/>
                <w:sz w:val="24"/>
                <w:szCs w:val="24"/>
              </w:rPr>
              <w:t xml:space="preserve"> na rynku usług inwestycyjnych</w:t>
            </w:r>
          </w:p>
        </w:tc>
      </w:tr>
      <w:tr w:rsidR="0085747A" w:rsidRPr="002A18ED" w14:paraId="1D5B17FF" w14:textId="77777777" w:rsidTr="00923D7D">
        <w:tc>
          <w:tcPr>
            <w:tcW w:w="851" w:type="dxa"/>
            <w:vAlign w:val="center"/>
          </w:tcPr>
          <w:p w14:paraId="45D46CE1" w14:textId="77777777" w:rsidR="0085747A" w:rsidRPr="002A18ED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A18ED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B75FF9" w:rsidRPr="002A18ED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0161BB4D" w14:textId="77777777" w:rsidR="0085747A" w:rsidRPr="002A18ED" w:rsidRDefault="00B75FF9" w:rsidP="00DD539B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2A18ED">
              <w:rPr>
                <w:rFonts w:ascii="Corbel" w:hAnsi="Corbel"/>
                <w:sz w:val="24"/>
                <w:szCs w:val="24"/>
              </w:rPr>
              <w:t xml:space="preserve">Potrafi pracować w grupie przyjmując w niej różne role oraz współodpowiedzialność za realizowane zadania </w:t>
            </w:r>
          </w:p>
        </w:tc>
      </w:tr>
    </w:tbl>
    <w:p w14:paraId="4AB44CC2" w14:textId="77777777" w:rsidR="0085747A" w:rsidRPr="002A18E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1F17985" w14:textId="77777777" w:rsidR="001D7B54" w:rsidRPr="002A18ED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2A18ED">
        <w:rPr>
          <w:rFonts w:ascii="Corbel" w:hAnsi="Corbel"/>
          <w:b/>
          <w:sz w:val="24"/>
          <w:szCs w:val="24"/>
        </w:rPr>
        <w:t xml:space="preserve">3.2 </w:t>
      </w:r>
      <w:r w:rsidR="001D7B54" w:rsidRPr="002A18ED">
        <w:rPr>
          <w:rFonts w:ascii="Corbel" w:hAnsi="Corbel"/>
          <w:b/>
          <w:sz w:val="24"/>
          <w:szCs w:val="24"/>
        </w:rPr>
        <w:t xml:space="preserve">Efekty </w:t>
      </w:r>
      <w:r w:rsidR="00C05F44" w:rsidRPr="002A18ED">
        <w:rPr>
          <w:rFonts w:ascii="Corbel" w:hAnsi="Corbel"/>
          <w:b/>
          <w:sz w:val="24"/>
          <w:szCs w:val="24"/>
        </w:rPr>
        <w:t xml:space="preserve">uczenia się </w:t>
      </w:r>
      <w:r w:rsidR="001D7B54" w:rsidRPr="002A18ED">
        <w:rPr>
          <w:rFonts w:ascii="Corbel" w:hAnsi="Corbel"/>
          <w:b/>
          <w:sz w:val="24"/>
          <w:szCs w:val="24"/>
        </w:rPr>
        <w:t>dla przedmiotu</w:t>
      </w:r>
    </w:p>
    <w:p w14:paraId="27CFA69B" w14:textId="77777777" w:rsidR="001D7B54" w:rsidRPr="002A18ED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7"/>
        <w:gridCol w:w="5979"/>
        <w:gridCol w:w="1864"/>
      </w:tblGrid>
      <w:tr w:rsidR="0085747A" w:rsidRPr="002A18ED" w14:paraId="225C96B9" w14:textId="77777777" w:rsidTr="717459E4">
        <w:tc>
          <w:tcPr>
            <w:tcW w:w="1701" w:type="dxa"/>
            <w:vAlign w:val="center"/>
          </w:tcPr>
          <w:p w14:paraId="64374021" w14:textId="77777777" w:rsidR="0085747A" w:rsidRPr="002A18E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8ED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2A18ED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2A18ED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2A18ED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36A42F32" w14:textId="77777777" w:rsidR="0085747A" w:rsidRPr="002A18ED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8ED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2A18ED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2A18ED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53B358A5" w14:textId="77777777" w:rsidR="0085747A" w:rsidRPr="002A18ED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8ED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2A18ED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D539B" w:rsidRPr="002A18ED" w14:paraId="37F26581" w14:textId="77777777" w:rsidTr="717459E4">
        <w:tc>
          <w:tcPr>
            <w:tcW w:w="1701" w:type="dxa"/>
          </w:tcPr>
          <w:p w14:paraId="550EF672" w14:textId="77777777" w:rsidR="00DD539B" w:rsidRPr="002A18ED" w:rsidRDefault="00DD53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8E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2A18ED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A1158F1" w14:textId="38C76E96" w:rsidR="00DD539B" w:rsidRPr="002A18ED" w:rsidRDefault="634E4965" w:rsidP="00530265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717459E4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Zna podstawowe pojęcia </w:t>
            </w:r>
            <w:r w:rsidR="5F745C2C" w:rsidRPr="717459E4">
              <w:rPr>
                <w:rFonts w:ascii="Corbel" w:eastAsia="Times New Roman" w:hAnsi="Corbel"/>
                <w:sz w:val="24"/>
                <w:szCs w:val="24"/>
                <w:lang w:eastAsia="pl-PL"/>
              </w:rPr>
              <w:t>dotyczące</w:t>
            </w:r>
            <w:r w:rsidR="3CB2805B" w:rsidRPr="717459E4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 w:rsidR="5F745C2C" w:rsidRPr="717459E4">
              <w:rPr>
                <w:rFonts w:ascii="Corbel" w:hAnsi="Corbel"/>
                <w:sz w:val="24"/>
                <w:szCs w:val="24"/>
              </w:rPr>
              <w:t>inwestycji i działalności inwestycyjnej oraz możliwości inwestowania środków pieniężnych</w:t>
            </w:r>
          </w:p>
        </w:tc>
        <w:tc>
          <w:tcPr>
            <w:tcW w:w="1873" w:type="dxa"/>
          </w:tcPr>
          <w:p w14:paraId="468DF41C" w14:textId="77777777" w:rsidR="00DD539B" w:rsidRPr="002A18ED" w:rsidRDefault="00DD539B" w:rsidP="005B192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8ED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4EDAB8DA" w14:textId="77777777" w:rsidR="00DD539B" w:rsidRPr="002A18ED" w:rsidRDefault="00DD539B" w:rsidP="005B192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8ED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530265" w:rsidRPr="002A18ED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</w:tr>
      <w:tr w:rsidR="00DD539B" w:rsidRPr="002A18ED" w14:paraId="5231A978" w14:textId="77777777" w:rsidTr="717459E4">
        <w:tc>
          <w:tcPr>
            <w:tcW w:w="1701" w:type="dxa"/>
          </w:tcPr>
          <w:p w14:paraId="692CC553" w14:textId="77777777" w:rsidR="00DD539B" w:rsidRPr="002A18ED" w:rsidRDefault="00DD53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8ED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759AFB95" w14:textId="77777777" w:rsidR="00DD539B" w:rsidRPr="002A18ED" w:rsidRDefault="00DD539B" w:rsidP="00117826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2A18ED">
              <w:rPr>
                <w:rFonts w:ascii="Corbel" w:hAnsi="Corbel"/>
                <w:sz w:val="24"/>
                <w:szCs w:val="24"/>
              </w:rPr>
              <w:t xml:space="preserve">Potrafi </w:t>
            </w:r>
            <w:r w:rsidR="00117826" w:rsidRPr="002A18ED">
              <w:rPr>
                <w:rFonts w:ascii="Corbel" w:hAnsi="Corbel"/>
                <w:sz w:val="24"/>
                <w:szCs w:val="24"/>
              </w:rPr>
              <w:t xml:space="preserve">pozyskiwać i analizować dane dotyczące procesów rozwoju gospodarczego i społecznego oraz wykorzystywać wiedzę ekonomiczną i techniki informacyjno-komunikacyjne w ocenie i poszukiwaniu optymalnych rozwiązań problemów gospodarczych i społecznych w aspekcie inwestycji.  </w:t>
            </w:r>
          </w:p>
        </w:tc>
        <w:tc>
          <w:tcPr>
            <w:tcW w:w="1873" w:type="dxa"/>
          </w:tcPr>
          <w:p w14:paraId="55B27BB0" w14:textId="77777777" w:rsidR="00DD539B" w:rsidRPr="002A18ED" w:rsidRDefault="00DD539B" w:rsidP="005B192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8ED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117826" w:rsidRPr="002A18ED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  <w:p w14:paraId="3B3FF2D1" w14:textId="77777777" w:rsidR="00DD539B" w:rsidRPr="002A18ED" w:rsidRDefault="00DD539B" w:rsidP="005B192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8ED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117826" w:rsidRPr="002A18ED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  <w:p w14:paraId="1F531AA3" w14:textId="77777777" w:rsidR="00117826" w:rsidRPr="002A18ED" w:rsidRDefault="00117826" w:rsidP="005B192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8ED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DD539B" w:rsidRPr="002A18ED" w14:paraId="7BB8326C" w14:textId="77777777" w:rsidTr="717459E4">
        <w:tc>
          <w:tcPr>
            <w:tcW w:w="1701" w:type="dxa"/>
          </w:tcPr>
          <w:p w14:paraId="563F3AA8" w14:textId="1BCAD928" w:rsidR="00DD539B" w:rsidRPr="002A18ED" w:rsidRDefault="00DD53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8ED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431608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Pr="002A18ED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52BA259B" w14:textId="49725EE0" w:rsidR="00DD539B" w:rsidRPr="002A18ED" w:rsidRDefault="1889C1F6" w:rsidP="00117826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717459E4">
              <w:rPr>
                <w:rFonts w:ascii="Corbel" w:hAnsi="Corbel"/>
                <w:sz w:val="24"/>
                <w:szCs w:val="24"/>
              </w:rPr>
              <w:t xml:space="preserve">Potrafi planować i organizować pracę indywidualną oraz w zespole przyjmując w niej różne role oraz współodpowiedzialność za realizowane zadania </w:t>
            </w:r>
          </w:p>
        </w:tc>
        <w:tc>
          <w:tcPr>
            <w:tcW w:w="1873" w:type="dxa"/>
          </w:tcPr>
          <w:p w14:paraId="4A419EB3" w14:textId="77777777" w:rsidR="00DD539B" w:rsidRPr="002A18ED" w:rsidRDefault="00DD539B" w:rsidP="005B192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8ED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="00117826" w:rsidRPr="002A18ED">
              <w:rPr>
                <w:rFonts w:ascii="Corbel" w:hAnsi="Corbel"/>
                <w:b w:val="0"/>
                <w:smallCaps w:val="0"/>
                <w:szCs w:val="24"/>
              </w:rPr>
              <w:t>10</w:t>
            </w:r>
          </w:p>
          <w:p w14:paraId="52720860" w14:textId="77777777" w:rsidR="00DD539B" w:rsidRPr="002A18ED" w:rsidRDefault="00DD539B" w:rsidP="005B192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DD539B" w:rsidRPr="002A18ED" w14:paraId="7E104783" w14:textId="77777777" w:rsidTr="717459E4">
        <w:tc>
          <w:tcPr>
            <w:tcW w:w="1701" w:type="dxa"/>
          </w:tcPr>
          <w:p w14:paraId="64735A7C" w14:textId="4FF98608" w:rsidR="00DD539B" w:rsidRPr="002A18ED" w:rsidRDefault="00DD53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8ED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431608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117826" w:rsidRPr="002A18ED">
              <w:rPr>
                <w:rFonts w:ascii="Corbel" w:hAnsi="Corbel"/>
                <w:b w:val="0"/>
                <w:smallCaps w:val="0"/>
                <w:szCs w:val="24"/>
              </w:rPr>
              <w:t>4</w:t>
            </w:r>
            <w:bookmarkStart w:id="1" w:name="_GoBack"/>
            <w:bookmarkEnd w:id="1"/>
          </w:p>
        </w:tc>
        <w:tc>
          <w:tcPr>
            <w:tcW w:w="6096" w:type="dxa"/>
          </w:tcPr>
          <w:p w14:paraId="38632DA0" w14:textId="77777777" w:rsidR="00DD539B" w:rsidRPr="002A18ED" w:rsidRDefault="00DD539B" w:rsidP="00117826">
            <w:pPr>
              <w:rPr>
                <w:rFonts w:ascii="Corbel" w:hAnsi="Corbel"/>
                <w:sz w:val="24"/>
                <w:szCs w:val="24"/>
              </w:rPr>
            </w:pPr>
            <w:r w:rsidRPr="002A18E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Jest gotów </w:t>
            </w:r>
            <w:r w:rsidR="00117826" w:rsidRPr="002A18E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do </w:t>
            </w:r>
            <w:r w:rsidR="00117826" w:rsidRPr="002A18ED">
              <w:rPr>
                <w:rFonts w:ascii="Corbel" w:hAnsi="Corbel"/>
                <w:sz w:val="24"/>
                <w:szCs w:val="24"/>
              </w:rPr>
              <w:t>wypełniania zobowiązań społecznych, współorganizowania działalności na rzecz środowiska społecznego poprzez uczestniczenie w przygotowaniu projektów gospodarczych i społecznych związanych z możliwościami wykorzystania usług inwestycyjnych</w:t>
            </w:r>
          </w:p>
        </w:tc>
        <w:tc>
          <w:tcPr>
            <w:tcW w:w="1873" w:type="dxa"/>
          </w:tcPr>
          <w:p w14:paraId="4FDA2027" w14:textId="77777777" w:rsidR="00DD539B" w:rsidRPr="002A18ED" w:rsidRDefault="00DD539B" w:rsidP="005B192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8ED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117826" w:rsidRPr="002A18ED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</w:tbl>
    <w:p w14:paraId="51947A81" w14:textId="77777777" w:rsidR="0085747A" w:rsidRPr="002A18ED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82C81E7" w14:textId="77777777" w:rsidR="0085747A" w:rsidRPr="002A18ED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2A18ED">
        <w:rPr>
          <w:rFonts w:ascii="Corbel" w:hAnsi="Corbel"/>
          <w:b/>
          <w:sz w:val="24"/>
          <w:szCs w:val="24"/>
        </w:rPr>
        <w:t>3.3</w:t>
      </w:r>
      <w:r w:rsidR="0085747A" w:rsidRPr="002A18ED">
        <w:rPr>
          <w:rFonts w:ascii="Corbel" w:hAnsi="Corbel"/>
          <w:b/>
          <w:sz w:val="24"/>
          <w:szCs w:val="24"/>
        </w:rPr>
        <w:t>T</w:t>
      </w:r>
      <w:r w:rsidR="001D7B54" w:rsidRPr="002A18ED">
        <w:rPr>
          <w:rFonts w:ascii="Corbel" w:hAnsi="Corbel"/>
          <w:b/>
          <w:sz w:val="24"/>
          <w:szCs w:val="24"/>
        </w:rPr>
        <w:t xml:space="preserve">reści programowe </w:t>
      </w:r>
    </w:p>
    <w:p w14:paraId="1A3C244A" w14:textId="77777777" w:rsidR="0085747A" w:rsidRPr="002A18ED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2A18ED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2A18ED">
        <w:rPr>
          <w:rFonts w:ascii="Corbel" w:hAnsi="Corbel"/>
          <w:sz w:val="24"/>
          <w:szCs w:val="24"/>
        </w:rPr>
        <w:t xml:space="preserve">, </w:t>
      </w:r>
      <w:r w:rsidRPr="002A18ED">
        <w:rPr>
          <w:rFonts w:ascii="Corbel" w:hAnsi="Corbel"/>
          <w:sz w:val="24"/>
          <w:szCs w:val="24"/>
        </w:rPr>
        <w:t xml:space="preserve">zajęć praktycznych </w:t>
      </w:r>
    </w:p>
    <w:p w14:paraId="1048E82D" w14:textId="77777777" w:rsidR="0085747A" w:rsidRPr="002A18ED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A18ED" w14:paraId="0BE13ECA" w14:textId="77777777" w:rsidTr="006062B7">
        <w:tc>
          <w:tcPr>
            <w:tcW w:w="9520" w:type="dxa"/>
          </w:tcPr>
          <w:p w14:paraId="57FFD027" w14:textId="77777777" w:rsidR="0085747A" w:rsidRPr="002A18ED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2A18E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2A18ED" w14:paraId="3B171125" w14:textId="77777777" w:rsidTr="006062B7">
        <w:tc>
          <w:tcPr>
            <w:tcW w:w="9520" w:type="dxa"/>
          </w:tcPr>
          <w:p w14:paraId="5B327DF5" w14:textId="77777777" w:rsidR="0085747A" w:rsidRPr="002A18ED" w:rsidRDefault="00675B05" w:rsidP="00B621C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18ED">
              <w:rPr>
                <w:rFonts w:ascii="Corbel" w:hAnsi="Corbel"/>
                <w:sz w:val="24"/>
                <w:szCs w:val="24"/>
              </w:rPr>
              <w:t>Rodzaje inwestycji. Inwestycje rzeczowe, finansowe, niematerialne</w:t>
            </w:r>
          </w:p>
        </w:tc>
      </w:tr>
      <w:tr w:rsidR="0085747A" w:rsidRPr="002A18ED" w14:paraId="4905D377" w14:textId="77777777" w:rsidTr="006062B7">
        <w:tc>
          <w:tcPr>
            <w:tcW w:w="9520" w:type="dxa"/>
          </w:tcPr>
          <w:p w14:paraId="7EF99CEB" w14:textId="77777777" w:rsidR="0085747A" w:rsidRPr="002A18ED" w:rsidRDefault="00675B05" w:rsidP="00D9018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18ED">
              <w:rPr>
                <w:rFonts w:ascii="Corbel" w:hAnsi="Corbel"/>
                <w:sz w:val="24"/>
                <w:szCs w:val="24"/>
              </w:rPr>
              <w:lastRenderedPageBreak/>
              <w:t>Podstawowe cechy działalności inwestycyjnej</w:t>
            </w:r>
          </w:p>
        </w:tc>
      </w:tr>
      <w:tr w:rsidR="0085747A" w:rsidRPr="002A18ED" w14:paraId="1101D3CD" w14:textId="77777777" w:rsidTr="006062B7">
        <w:tc>
          <w:tcPr>
            <w:tcW w:w="9520" w:type="dxa"/>
          </w:tcPr>
          <w:p w14:paraId="7F8E4BE0" w14:textId="77777777" w:rsidR="00675B05" w:rsidRPr="002A18ED" w:rsidRDefault="00675B05" w:rsidP="00E821C5">
            <w:pPr>
              <w:spacing w:before="100" w:beforeAutospacing="1" w:after="100" w:afterAutospacing="1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2A18ED">
              <w:rPr>
                <w:rFonts w:ascii="Corbel" w:eastAsia="Times New Roman" w:hAnsi="Corbel"/>
                <w:sz w:val="24"/>
                <w:szCs w:val="24"/>
                <w:lang w:eastAsia="pl-PL"/>
              </w:rPr>
              <w:t>Podział inwestycji ze względu na cel, przedmiot inwestycji</w:t>
            </w:r>
          </w:p>
        </w:tc>
      </w:tr>
      <w:tr w:rsidR="00D9018B" w:rsidRPr="002A18ED" w14:paraId="0F841E1F" w14:textId="77777777" w:rsidTr="006062B7">
        <w:tc>
          <w:tcPr>
            <w:tcW w:w="9520" w:type="dxa"/>
          </w:tcPr>
          <w:p w14:paraId="0E272A08" w14:textId="77777777" w:rsidR="00D9018B" w:rsidRPr="002A18ED" w:rsidRDefault="00675B05" w:rsidP="00E821C5">
            <w:pPr>
              <w:spacing w:before="100" w:beforeAutospacing="1" w:after="100" w:afterAutospacing="1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2A18ED">
              <w:rPr>
                <w:rFonts w:ascii="Corbel" w:eastAsia="Times New Roman" w:hAnsi="Corbel"/>
                <w:sz w:val="24"/>
                <w:szCs w:val="24"/>
                <w:lang w:eastAsia="pl-PL"/>
              </w:rPr>
              <w:t>Oszczędzanie a inwestowanie</w:t>
            </w:r>
          </w:p>
        </w:tc>
      </w:tr>
      <w:tr w:rsidR="00D9018B" w:rsidRPr="002A18ED" w14:paraId="1DD7F0CD" w14:textId="77777777" w:rsidTr="006062B7">
        <w:tc>
          <w:tcPr>
            <w:tcW w:w="9520" w:type="dxa"/>
          </w:tcPr>
          <w:p w14:paraId="5A843AFD" w14:textId="77777777" w:rsidR="00D9018B" w:rsidRPr="002A18ED" w:rsidRDefault="00675B05" w:rsidP="00E821C5">
            <w:pPr>
              <w:spacing w:before="100" w:beforeAutospacing="1" w:after="100" w:afterAutospacing="1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2A18ED">
              <w:rPr>
                <w:rFonts w:ascii="Corbel" w:eastAsia="Times New Roman" w:hAnsi="Corbel"/>
                <w:sz w:val="24"/>
                <w:szCs w:val="24"/>
                <w:lang w:eastAsia="pl-PL"/>
              </w:rPr>
              <w:t>Sposoby inwestowania: inwestycje bezpośrednie i pośrednie</w:t>
            </w:r>
          </w:p>
        </w:tc>
      </w:tr>
      <w:tr w:rsidR="00D9018B" w:rsidRPr="002A18ED" w14:paraId="58A57327" w14:textId="77777777" w:rsidTr="006062B7">
        <w:tc>
          <w:tcPr>
            <w:tcW w:w="9520" w:type="dxa"/>
          </w:tcPr>
          <w:p w14:paraId="003DA9BD" w14:textId="77777777" w:rsidR="00D9018B" w:rsidRPr="002A18ED" w:rsidRDefault="00675B05" w:rsidP="00D9018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18ED">
              <w:rPr>
                <w:rFonts w:ascii="Corbel" w:hAnsi="Corbel"/>
                <w:sz w:val="24"/>
                <w:szCs w:val="24"/>
              </w:rPr>
              <w:t>Źródła finansowania przedsięwzięć inwestycyjnych</w:t>
            </w:r>
          </w:p>
        </w:tc>
      </w:tr>
      <w:tr w:rsidR="00D9018B" w:rsidRPr="002A18ED" w14:paraId="4559D30B" w14:textId="77777777" w:rsidTr="006062B7">
        <w:tc>
          <w:tcPr>
            <w:tcW w:w="9520" w:type="dxa"/>
          </w:tcPr>
          <w:p w14:paraId="5E3F818C" w14:textId="77777777" w:rsidR="00D9018B" w:rsidRPr="002A18ED" w:rsidRDefault="00675B05" w:rsidP="00D9018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18ED">
              <w:rPr>
                <w:rFonts w:ascii="Corbel" w:hAnsi="Corbel"/>
                <w:sz w:val="24"/>
                <w:szCs w:val="24"/>
              </w:rPr>
              <w:t>Przedstawienie projektów dotyczących możliwości inwestowania środków finansowych</w:t>
            </w:r>
          </w:p>
        </w:tc>
      </w:tr>
    </w:tbl>
    <w:p w14:paraId="59F1F653" w14:textId="77777777" w:rsidR="0085747A" w:rsidRPr="002A18ED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283C60A" w14:textId="77777777" w:rsidR="0085747A" w:rsidRPr="002A18ED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2A18ED">
        <w:rPr>
          <w:rFonts w:ascii="Corbel" w:hAnsi="Corbel"/>
          <w:smallCaps w:val="0"/>
          <w:szCs w:val="24"/>
        </w:rPr>
        <w:t>3.4 Metody dydaktyczne</w:t>
      </w:r>
    </w:p>
    <w:p w14:paraId="04513917" w14:textId="77777777" w:rsidR="0085747A" w:rsidRPr="002A18ED" w:rsidRDefault="0085747A" w:rsidP="009C54AE">
      <w:pPr>
        <w:pStyle w:val="Punktygwne"/>
        <w:spacing w:before="0" w:after="0"/>
        <w:rPr>
          <w:rFonts w:ascii="Corbel" w:hAnsi="Corbel"/>
          <w:b w:val="0"/>
          <w:iCs/>
          <w:smallCaps w:val="0"/>
          <w:szCs w:val="24"/>
        </w:rPr>
      </w:pPr>
    </w:p>
    <w:p w14:paraId="3C11028F" w14:textId="4ED3736D" w:rsidR="0085747A" w:rsidRPr="002A18ED" w:rsidRDefault="00153C41" w:rsidP="717459E4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</w:rPr>
      </w:pPr>
      <w:r w:rsidRPr="717459E4">
        <w:rPr>
          <w:rFonts w:ascii="Corbel" w:hAnsi="Corbel"/>
          <w:b w:val="0"/>
          <w:smallCaps w:val="0"/>
        </w:rPr>
        <w:t xml:space="preserve">Ćwiczenia: </w:t>
      </w:r>
      <w:r w:rsidR="0085747A" w:rsidRPr="717459E4">
        <w:rPr>
          <w:rFonts w:ascii="Corbel" w:hAnsi="Corbel"/>
          <w:b w:val="0"/>
          <w:smallCaps w:val="0"/>
        </w:rPr>
        <w:t>metoda projektów</w:t>
      </w:r>
      <w:r w:rsidR="0071620A" w:rsidRPr="717459E4">
        <w:rPr>
          <w:rFonts w:ascii="Corbel" w:hAnsi="Corbel"/>
          <w:b w:val="0"/>
          <w:smallCaps w:val="0"/>
        </w:rPr>
        <w:t>,</w:t>
      </w:r>
      <w:r w:rsidR="001718A7" w:rsidRPr="717459E4">
        <w:rPr>
          <w:rFonts w:ascii="Corbel" w:hAnsi="Corbel"/>
          <w:b w:val="0"/>
          <w:smallCaps w:val="0"/>
        </w:rPr>
        <w:t xml:space="preserve"> praca w</w:t>
      </w:r>
      <w:r w:rsidR="0AED8B43" w:rsidRPr="717459E4">
        <w:rPr>
          <w:rFonts w:ascii="Corbel" w:hAnsi="Corbel"/>
          <w:b w:val="0"/>
          <w:smallCaps w:val="0"/>
        </w:rPr>
        <w:t xml:space="preserve"> </w:t>
      </w:r>
      <w:r w:rsidR="0085747A" w:rsidRPr="717459E4">
        <w:rPr>
          <w:rFonts w:ascii="Corbel" w:hAnsi="Corbel"/>
          <w:b w:val="0"/>
          <w:smallCaps w:val="0"/>
        </w:rPr>
        <w:t>grupach</w:t>
      </w:r>
      <w:r w:rsidR="7BC9274C" w:rsidRPr="717459E4">
        <w:rPr>
          <w:rFonts w:ascii="Corbel" w:hAnsi="Corbel"/>
          <w:b w:val="0"/>
          <w:smallCaps w:val="0"/>
        </w:rPr>
        <w:t>,</w:t>
      </w:r>
      <w:r w:rsidR="0071620A" w:rsidRPr="717459E4">
        <w:rPr>
          <w:rFonts w:ascii="Corbel" w:hAnsi="Corbel"/>
          <w:b w:val="0"/>
          <w:smallCaps w:val="0"/>
        </w:rPr>
        <w:t xml:space="preserve"> </w:t>
      </w:r>
      <w:r w:rsidR="0085747A" w:rsidRPr="717459E4">
        <w:rPr>
          <w:rFonts w:ascii="Corbel" w:hAnsi="Corbel"/>
          <w:b w:val="0"/>
          <w:smallCaps w:val="0"/>
        </w:rPr>
        <w:t>dyskusja</w:t>
      </w:r>
      <w:r w:rsidR="1B5ED03A" w:rsidRPr="717459E4">
        <w:rPr>
          <w:rFonts w:ascii="Corbel" w:hAnsi="Corbel"/>
          <w:b w:val="0"/>
          <w:smallCaps w:val="0"/>
        </w:rPr>
        <w:t xml:space="preserve"> </w:t>
      </w:r>
    </w:p>
    <w:p w14:paraId="0073F6F7" w14:textId="19319C83" w:rsidR="0085747A" w:rsidRPr="002A18ED" w:rsidRDefault="0085747A" w:rsidP="7473CAAA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</w:rPr>
      </w:pPr>
    </w:p>
    <w:p w14:paraId="07190209" w14:textId="157884B2" w:rsidR="0085747A" w:rsidRPr="002A18ED" w:rsidRDefault="00C61DC5" w:rsidP="7473CAAA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</w:rPr>
      </w:pPr>
      <w:r w:rsidRPr="7473CAAA">
        <w:rPr>
          <w:rFonts w:ascii="Corbel" w:hAnsi="Corbel"/>
          <w:smallCaps w:val="0"/>
        </w:rPr>
        <w:t xml:space="preserve">4. </w:t>
      </w:r>
      <w:r w:rsidR="0085747A" w:rsidRPr="7473CAAA">
        <w:rPr>
          <w:rFonts w:ascii="Corbel" w:hAnsi="Corbel"/>
          <w:smallCaps w:val="0"/>
        </w:rPr>
        <w:t>METODY I KRYTERIA OCENY</w:t>
      </w:r>
    </w:p>
    <w:p w14:paraId="656FD0A2" w14:textId="77777777" w:rsidR="00923D7D" w:rsidRPr="002A18ED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DA3CDFE" w14:textId="77777777" w:rsidR="0085747A" w:rsidRPr="002A18ED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A18ED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2A18ED">
        <w:rPr>
          <w:rFonts w:ascii="Corbel" w:hAnsi="Corbel"/>
          <w:smallCaps w:val="0"/>
          <w:szCs w:val="24"/>
        </w:rPr>
        <w:t>uczenia się</w:t>
      </w:r>
    </w:p>
    <w:p w14:paraId="60223568" w14:textId="77777777" w:rsidR="0085747A" w:rsidRPr="002A18E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2A18ED" w14:paraId="2EE23BA4" w14:textId="77777777" w:rsidTr="7473CAAA">
        <w:tc>
          <w:tcPr>
            <w:tcW w:w="1985" w:type="dxa"/>
            <w:vAlign w:val="center"/>
          </w:tcPr>
          <w:p w14:paraId="1B67B019" w14:textId="77777777" w:rsidR="0085747A" w:rsidRPr="002A18ED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8ED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73DB7656" w14:textId="77777777" w:rsidR="0085747A" w:rsidRPr="002A18ED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A18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557B77B" w14:textId="77777777" w:rsidR="0085747A" w:rsidRPr="002A18ED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8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2A18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5126B56F" w14:textId="77777777" w:rsidR="00923D7D" w:rsidRPr="002A18E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8ED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50B55AA" w14:textId="77777777" w:rsidR="0085747A" w:rsidRPr="002A18E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8ED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2A18ED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2A18ED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2A18ED" w14:paraId="10D9E34C" w14:textId="77777777" w:rsidTr="7473CAAA">
        <w:tc>
          <w:tcPr>
            <w:tcW w:w="1985" w:type="dxa"/>
          </w:tcPr>
          <w:p w14:paraId="3816D719" w14:textId="77777777" w:rsidR="0085747A" w:rsidRPr="002A18E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2A18ED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2A18ED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5F46AFB9" w14:textId="09F0A705" w:rsidR="0085747A" w:rsidRPr="002A18ED" w:rsidRDefault="6DB5C177" w:rsidP="7473CAAA">
            <w:pPr>
              <w:pStyle w:val="Punktygwne"/>
              <w:spacing w:before="0" w:after="0"/>
              <w:rPr>
                <w:rFonts w:ascii="Corbel" w:hAnsi="Corbel"/>
                <w:b w:val="0"/>
                <w:strike/>
              </w:rPr>
            </w:pPr>
            <w:r w:rsidRPr="7473CAA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test</w:t>
            </w:r>
          </w:p>
        </w:tc>
        <w:tc>
          <w:tcPr>
            <w:tcW w:w="2126" w:type="dxa"/>
          </w:tcPr>
          <w:p w14:paraId="35D03DA6" w14:textId="77777777" w:rsidR="0085747A" w:rsidRPr="002A18ED" w:rsidRDefault="002D63A6" w:rsidP="006062B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2A18ED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2D63A6" w:rsidRPr="002A18ED" w14:paraId="08FC51CC" w14:textId="77777777" w:rsidTr="7473CAAA">
        <w:tc>
          <w:tcPr>
            <w:tcW w:w="1985" w:type="dxa"/>
          </w:tcPr>
          <w:p w14:paraId="11F193DC" w14:textId="77777777" w:rsidR="002D63A6" w:rsidRPr="002A18ED" w:rsidRDefault="002D63A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A18ED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7BC209B4" w14:textId="697A18FD" w:rsidR="002D63A6" w:rsidRPr="002A18ED" w:rsidRDefault="2A9BEB18" w:rsidP="7473CAAA">
            <w:pPr>
              <w:pStyle w:val="Punktygwne"/>
              <w:spacing w:before="0" w:after="0"/>
              <w:rPr>
                <w:rFonts w:ascii="Corbel" w:hAnsi="Corbel"/>
                <w:b w:val="0"/>
                <w:strike/>
              </w:rPr>
            </w:pPr>
            <w:r w:rsidRPr="7473CAAA">
              <w:rPr>
                <w:rFonts w:ascii="Corbel" w:hAnsi="Corbel"/>
                <w:b w:val="0"/>
                <w:smallCaps w:val="0"/>
                <w:color w:val="000000" w:themeColor="text1"/>
              </w:rPr>
              <w:t>test</w:t>
            </w:r>
          </w:p>
        </w:tc>
        <w:tc>
          <w:tcPr>
            <w:tcW w:w="2126" w:type="dxa"/>
          </w:tcPr>
          <w:p w14:paraId="5DFB33BA" w14:textId="77777777" w:rsidR="002D63A6" w:rsidRPr="002A18ED" w:rsidRDefault="002D63A6" w:rsidP="006062B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2A18ED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85747A" w:rsidRPr="002A18ED" w14:paraId="0F925108" w14:textId="77777777" w:rsidTr="7473CAAA">
        <w:tc>
          <w:tcPr>
            <w:tcW w:w="1985" w:type="dxa"/>
          </w:tcPr>
          <w:p w14:paraId="52DAAFD0" w14:textId="77777777" w:rsidR="0085747A" w:rsidRPr="002A18E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A18ED">
              <w:rPr>
                <w:rFonts w:ascii="Corbel" w:hAnsi="Corbel"/>
                <w:b w:val="0"/>
                <w:szCs w:val="24"/>
              </w:rPr>
              <w:t>Ek_ 0</w:t>
            </w:r>
            <w:r w:rsidR="002D63A6" w:rsidRPr="002A18ED"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</w:tcPr>
          <w:p w14:paraId="2A979AF3" w14:textId="77777777" w:rsidR="0085747A" w:rsidRPr="002A18ED" w:rsidRDefault="00942E17" w:rsidP="00942E1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A18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obserwacja w trakcie zajęć</w:t>
            </w:r>
          </w:p>
        </w:tc>
        <w:tc>
          <w:tcPr>
            <w:tcW w:w="2126" w:type="dxa"/>
          </w:tcPr>
          <w:p w14:paraId="152034B2" w14:textId="77777777" w:rsidR="0085747A" w:rsidRPr="002A18ED" w:rsidRDefault="002D63A6" w:rsidP="006062B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2A18ED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2D63A6" w:rsidRPr="002A18ED" w14:paraId="1ABBFF6E" w14:textId="77777777" w:rsidTr="7473CAAA">
        <w:tc>
          <w:tcPr>
            <w:tcW w:w="1985" w:type="dxa"/>
          </w:tcPr>
          <w:p w14:paraId="7B3B5481" w14:textId="77777777" w:rsidR="002D63A6" w:rsidRPr="002A18ED" w:rsidRDefault="002D63A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A18ED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14:paraId="2E25C656" w14:textId="77777777" w:rsidR="002D63A6" w:rsidRPr="002A18ED" w:rsidRDefault="00942E17" w:rsidP="00942E1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A18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obserwacja w trakcie zajęć</w:t>
            </w:r>
          </w:p>
        </w:tc>
        <w:tc>
          <w:tcPr>
            <w:tcW w:w="2126" w:type="dxa"/>
          </w:tcPr>
          <w:p w14:paraId="7A369340" w14:textId="77777777" w:rsidR="002D63A6" w:rsidRPr="002A18ED" w:rsidRDefault="002D63A6" w:rsidP="006062B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2A18ED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</w:tbl>
    <w:p w14:paraId="3942D822" w14:textId="77777777" w:rsidR="00923D7D" w:rsidRPr="002A18ED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46A5A88" w14:textId="77777777" w:rsidR="0085747A" w:rsidRPr="002A18ED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A18ED">
        <w:rPr>
          <w:rFonts w:ascii="Corbel" w:hAnsi="Corbel"/>
          <w:smallCaps w:val="0"/>
          <w:szCs w:val="24"/>
        </w:rPr>
        <w:t xml:space="preserve">4.2 </w:t>
      </w:r>
      <w:r w:rsidR="0085747A" w:rsidRPr="002A18ED">
        <w:rPr>
          <w:rFonts w:ascii="Corbel" w:hAnsi="Corbel"/>
          <w:smallCaps w:val="0"/>
          <w:szCs w:val="24"/>
        </w:rPr>
        <w:t>Warunki zaliczenia przedmiotu (kryteria oceniania)</w:t>
      </w:r>
    </w:p>
    <w:p w14:paraId="0F1FE681" w14:textId="77777777" w:rsidR="00923D7D" w:rsidRPr="002A18ED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A18ED" w14:paraId="404D1C2E" w14:textId="77777777" w:rsidTr="717459E4">
        <w:tc>
          <w:tcPr>
            <w:tcW w:w="9670" w:type="dxa"/>
          </w:tcPr>
          <w:p w14:paraId="374CA42C" w14:textId="340C1EB0" w:rsidR="0085747A" w:rsidRPr="002A18ED" w:rsidRDefault="6D7717B8" w:rsidP="717459E4">
            <w:pPr>
              <w:spacing w:after="0" w:line="240" w:lineRule="auto"/>
              <w:rPr>
                <w:rFonts w:ascii="Corbel" w:hAnsi="Corbel"/>
              </w:rPr>
            </w:pPr>
            <w:r w:rsidRPr="717459E4">
              <w:rPr>
                <w:rFonts w:ascii="Corbel" w:hAnsi="Corbel"/>
              </w:rPr>
              <w:t xml:space="preserve">Zaliczenie przedmiotu następuje na podstawie </w:t>
            </w:r>
            <w:r w:rsidR="005828D5" w:rsidRPr="717459E4">
              <w:rPr>
                <w:rFonts w:ascii="Corbel" w:hAnsi="Corbel"/>
              </w:rPr>
              <w:t xml:space="preserve">pozytywnej </w:t>
            </w:r>
            <w:r w:rsidRPr="717459E4">
              <w:rPr>
                <w:rFonts w:ascii="Corbel" w:hAnsi="Corbel"/>
              </w:rPr>
              <w:t>oceny: testu sprawdzającego oraz</w:t>
            </w:r>
            <w:r w:rsidR="210033CB" w:rsidRPr="717459E4">
              <w:rPr>
                <w:rFonts w:ascii="Corbel" w:hAnsi="Corbel"/>
              </w:rPr>
              <w:t xml:space="preserve"> </w:t>
            </w:r>
            <w:r w:rsidRPr="717459E4">
              <w:rPr>
                <w:rFonts w:ascii="Corbel" w:hAnsi="Corbel"/>
              </w:rPr>
              <w:t xml:space="preserve">opracowanego projektu dotyczącego </w:t>
            </w:r>
            <w:r w:rsidR="2A9BEB18" w:rsidRPr="717459E4">
              <w:rPr>
                <w:rFonts w:ascii="Corbel" w:hAnsi="Corbel"/>
              </w:rPr>
              <w:t>świadczenia usług inwestycyjnych wybranej</w:t>
            </w:r>
            <w:r w:rsidRPr="717459E4">
              <w:rPr>
                <w:rFonts w:ascii="Corbel" w:hAnsi="Corbel"/>
              </w:rPr>
              <w:t xml:space="preserve"> firmy usługowej.</w:t>
            </w:r>
          </w:p>
          <w:p w14:paraId="4101E432" w14:textId="5FB2308F" w:rsidR="0085747A" w:rsidRPr="002A18ED" w:rsidRDefault="6D7717B8" w:rsidP="7473CAAA">
            <w:pPr>
              <w:spacing w:after="0" w:line="240" w:lineRule="auto"/>
              <w:rPr>
                <w:rFonts w:ascii="Corbel" w:eastAsia="Corbel" w:hAnsi="Corbel" w:cs="Corbel"/>
              </w:rPr>
            </w:pPr>
            <w:r w:rsidRPr="7473CAAA">
              <w:rPr>
                <w:rFonts w:ascii="Corbel" w:hAnsi="Corbel"/>
              </w:rPr>
              <w:t xml:space="preserve"> </w:t>
            </w:r>
            <w:r w:rsidR="275652C4" w:rsidRPr="7473CAAA">
              <w:rPr>
                <w:rFonts w:ascii="Corbel" w:hAnsi="Corbel"/>
              </w:rPr>
              <w:t>T</w:t>
            </w:r>
            <w:r w:rsidR="10CC4FC9" w:rsidRPr="7473CAAA">
              <w:rPr>
                <w:rFonts w:ascii="Corbel" w:eastAsia="Corbel" w:hAnsi="Corbel" w:cs="Corbel"/>
              </w:rPr>
              <w:t xml:space="preserve">est </w:t>
            </w:r>
            <w:r w:rsidR="762EC7C8" w:rsidRPr="7473CAAA">
              <w:rPr>
                <w:rFonts w:ascii="Corbel" w:eastAsia="Corbel" w:hAnsi="Corbel" w:cs="Corbel"/>
              </w:rPr>
              <w:t xml:space="preserve">stanowi </w:t>
            </w:r>
            <w:r w:rsidR="10CC4FC9" w:rsidRPr="7473CAAA">
              <w:rPr>
                <w:rFonts w:ascii="Corbel" w:eastAsia="Corbel" w:hAnsi="Corbel" w:cs="Corbel"/>
              </w:rPr>
              <w:t xml:space="preserve">70% wartości końcowej oceny, projekt </w:t>
            </w:r>
            <w:r w:rsidR="10CC4FC9" w:rsidRPr="7473CAAA">
              <w:rPr>
                <w:rFonts w:ascii="Corbel" w:eastAsia="Corbel" w:hAnsi="Corbel" w:cs="Corbel"/>
                <w:color w:val="000000" w:themeColor="text1"/>
              </w:rPr>
              <w:t>zespołowy</w:t>
            </w:r>
            <w:r w:rsidR="10CC4FC9" w:rsidRPr="7473CAAA">
              <w:rPr>
                <w:rFonts w:ascii="Corbel" w:eastAsia="Corbel" w:hAnsi="Corbel" w:cs="Corbel"/>
              </w:rPr>
              <w:t xml:space="preserve"> </w:t>
            </w:r>
            <w:r w:rsidR="0E87B296" w:rsidRPr="7473CAAA">
              <w:rPr>
                <w:rFonts w:ascii="Corbel" w:eastAsia="Corbel" w:hAnsi="Corbel" w:cs="Corbel"/>
              </w:rPr>
              <w:t xml:space="preserve">stanowi </w:t>
            </w:r>
            <w:r w:rsidR="10CC4FC9" w:rsidRPr="7473CAAA">
              <w:rPr>
                <w:rFonts w:ascii="Corbel" w:eastAsia="Corbel" w:hAnsi="Corbel" w:cs="Corbel"/>
              </w:rPr>
              <w:t>30% wartości końcowej ocen</w:t>
            </w:r>
            <w:r w:rsidR="3C30DE8D" w:rsidRPr="7473CAAA">
              <w:rPr>
                <w:rFonts w:ascii="Corbel" w:eastAsia="Corbel" w:hAnsi="Corbel" w:cs="Corbel"/>
              </w:rPr>
              <w:t>y.  Przy ustalaniu oceny</w:t>
            </w:r>
            <w:r w:rsidR="24A01D27" w:rsidRPr="7473CAAA">
              <w:rPr>
                <w:rFonts w:ascii="Corbel" w:eastAsia="Corbel" w:hAnsi="Corbel" w:cs="Corbel"/>
              </w:rPr>
              <w:t xml:space="preserve"> stosuje się następującą skalę przeliczania punktów na oceny</w:t>
            </w:r>
            <w:r w:rsidR="329E1984" w:rsidRPr="7473CAAA">
              <w:rPr>
                <w:rFonts w:ascii="Corbel" w:eastAsia="Corbel" w:hAnsi="Corbel" w:cs="Corbel"/>
              </w:rPr>
              <w:t>:</w:t>
            </w:r>
          </w:p>
          <w:p w14:paraId="7CDB8DFE" w14:textId="1BD21F0B" w:rsidR="0085747A" w:rsidRPr="002A18ED" w:rsidRDefault="10CC4FC9" w:rsidP="7473CAAA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</w:rPr>
            </w:pPr>
            <w:r w:rsidRPr="7473CAAA">
              <w:rPr>
                <w:rFonts w:ascii="Corbel" w:eastAsia="Corbel" w:hAnsi="Corbel" w:cs="Corbel"/>
                <w:color w:val="000000" w:themeColor="text1"/>
              </w:rPr>
              <w:t xml:space="preserve">ocena </w:t>
            </w:r>
            <w:proofErr w:type="spellStart"/>
            <w:r w:rsidRPr="7473CAAA">
              <w:rPr>
                <w:rFonts w:ascii="Corbel" w:eastAsia="Corbel" w:hAnsi="Corbel" w:cs="Corbel"/>
                <w:color w:val="000000" w:themeColor="text1"/>
              </w:rPr>
              <w:t>bdb</w:t>
            </w:r>
            <w:proofErr w:type="spellEnd"/>
            <w:r w:rsidRPr="7473CAAA">
              <w:rPr>
                <w:rFonts w:ascii="Corbel" w:eastAsia="Corbel" w:hAnsi="Corbel" w:cs="Corbel"/>
                <w:color w:val="000000" w:themeColor="text1"/>
              </w:rPr>
              <w:t xml:space="preserve">        - od 91% - do 100%,</w:t>
            </w:r>
          </w:p>
          <w:p w14:paraId="5889540B" w14:textId="7E4F5E5D" w:rsidR="0085747A" w:rsidRPr="002A18ED" w:rsidRDefault="10CC4FC9" w:rsidP="7473CAAA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</w:rPr>
            </w:pPr>
            <w:r w:rsidRPr="7473CAAA">
              <w:rPr>
                <w:rFonts w:ascii="Corbel" w:eastAsia="Corbel" w:hAnsi="Corbel" w:cs="Corbel"/>
                <w:color w:val="000000" w:themeColor="text1"/>
              </w:rPr>
              <w:t xml:space="preserve">ocena </w:t>
            </w:r>
            <w:proofErr w:type="spellStart"/>
            <w:r w:rsidRPr="7473CAAA">
              <w:rPr>
                <w:rFonts w:ascii="Corbel" w:eastAsia="Corbel" w:hAnsi="Corbel" w:cs="Corbel"/>
                <w:color w:val="000000" w:themeColor="text1"/>
              </w:rPr>
              <w:t>db</w:t>
            </w:r>
            <w:proofErr w:type="spellEnd"/>
            <w:r w:rsidRPr="7473CAAA">
              <w:rPr>
                <w:rFonts w:ascii="Corbel" w:eastAsia="Corbel" w:hAnsi="Corbel" w:cs="Corbel"/>
                <w:color w:val="000000" w:themeColor="text1"/>
              </w:rPr>
              <w:t xml:space="preserve"> plus - od 81% - do 90%,</w:t>
            </w:r>
          </w:p>
          <w:p w14:paraId="32BBE4A7" w14:textId="14D2CF0A" w:rsidR="0085747A" w:rsidRPr="002A18ED" w:rsidRDefault="10CC4FC9" w:rsidP="7473CAAA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</w:rPr>
            </w:pPr>
            <w:r w:rsidRPr="7473CAAA">
              <w:rPr>
                <w:rFonts w:ascii="Corbel" w:eastAsia="Corbel" w:hAnsi="Corbel" w:cs="Corbel"/>
                <w:color w:val="000000" w:themeColor="text1"/>
              </w:rPr>
              <w:t xml:space="preserve">ocena </w:t>
            </w:r>
            <w:proofErr w:type="spellStart"/>
            <w:r w:rsidRPr="7473CAAA">
              <w:rPr>
                <w:rFonts w:ascii="Corbel" w:eastAsia="Corbel" w:hAnsi="Corbel" w:cs="Corbel"/>
                <w:color w:val="000000" w:themeColor="text1"/>
              </w:rPr>
              <w:t>db</w:t>
            </w:r>
            <w:proofErr w:type="spellEnd"/>
            <w:r w:rsidRPr="7473CAAA">
              <w:rPr>
                <w:rFonts w:ascii="Corbel" w:eastAsia="Corbel" w:hAnsi="Corbel" w:cs="Corbel"/>
                <w:color w:val="000000" w:themeColor="text1"/>
              </w:rPr>
              <w:t xml:space="preserve">           - od 71% - do 80%,</w:t>
            </w:r>
          </w:p>
          <w:p w14:paraId="023DB0DB" w14:textId="4A7837C2" w:rsidR="0085747A" w:rsidRPr="002A18ED" w:rsidRDefault="10CC4FC9" w:rsidP="7473CAAA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</w:rPr>
            </w:pPr>
            <w:r w:rsidRPr="7473CAAA">
              <w:rPr>
                <w:rFonts w:ascii="Corbel" w:eastAsia="Corbel" w:hAnsi="Corbel" w:cs="Corbel"/>
                <w:color w:val="000000" w:themeColor="text1"/>
              </w:rPr>
              <w:t xml:space="preserve">ocena </w:t>
            </w:r>
            <w:proofErr w:type="spellStart"/>
            <w:r w:rsidRPr="7473CAAA">
              <w:rPr>
                <w:rFonts w:ascii="Corbel" w:eastAsia="Corbel" w:hAnsi="Corbel" w:cs="Corbel"/>
                <w:color w:val="000000" w:themeColor="text1"/>
              </w:rPr>
              <w:t>dst</w:t>
            </w:r>
            <w:proofErr w:type="spellEnd"/>
            <w:r w:rsidRPr="7473CAAA">
              <w:rPr>
                <w:rFonts w:ascii="Corbel" w:eastAsia="Corbel" w:hAnsi="Corbel" w:cs="Corbel"/>
                <w:color w:val="000000" w:themeColor="text1"/>
              </w:rPr>
              <w:t xml:space="preserve"> plus - od 61% - do 70%,</w:t>
            </w:r>
          </w:p>
          <w:p w14:paraId="55DAA732" w14:textId="2B27BBE9" w:rsidR="0085747A" w:rsidRPr="002A18ED" w:rsidRDefault="06A8C55D" w:rsidP="7473CAAA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</w:rPr>
            </w:pPr>
            <w:r w:rsidRPr="7473CAAA">
              <w:rPr>
                <w:rFonts w:ascii="Corbel" w:eastAsia="Corbel" w:hAnsi="Corbel" w:cs="Corbel"/>
                <w:color w:val="000000" w:themeColor="text1"/>
              </w:rPr>
              <w:t xml:space="preserve">ocena </w:t>
            </w:r>
            <w:proofErr w:type="spellStart"/>
            <w:r w:rsidRPr="7473CAAA">
              <w:rPr>
                <w:rFonts w:ascii="Corbel" w:eastAsia="Corbel" w:hAnsi="Corbel" w:cs="Corbel"/>
                <w:color w:val="000000" w:themeColor="text1"/>
              </w:rPr>
              <w:t>dst</w:t>
            </w:r>
            <w:proofErr w:type="spellEnd"/>
            <w:r w:rsidRPr="7473CAAA">
              <w:rPr>
                <w:rFonts w:ascii="Corbel" w:eastAsia="Corbel" w:hAnsi="Corbel" w:cs="Corbel"/>
                <w:color w:val="000000" w:themeColor="text1"/>
              </w:rPr>
              <w:t xml:space="preserve">          - od 51% - do 60%</w:t>
            </w:r>
            <w:r w:rsidR="7213F810" w:rsidRPr="7473CAAA">
              <w:rPr>
                <w:rFonts w:ascii="Corbel" w:eastAsia="Corbel" w:hAnsi="Corbel" w:cs="Corbel"/>
                <w:color w:val="000000" w:themeColor="text1"/>
              </w:rPr>
              <w:t>.</w:t>
            </w:r>
          </w:p>
        </w:tc>
      </w:tr>
    </w:tbl>
    <w:p w14:paraId="693EE394" w14:textId="77777777" w:rsidR="0085747A" w:rsidRPr="002A18E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CADA0EC" w14:textId="77777777" w:rsidR="009F4610" w:rsidRPr="002A18ED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2A18ED">
        <w:rPr>
          <w:rFonts w:ascii="Corbel" w:hAnsi="Corbel"/>
          <w:b/>
          <w:sz w:val="24"/>
          <w:szCs w:val="24"/>
        </w:rPr>
        <w:t xml:space="preserve">5. </w:t>
      </w:r>
      <w:r w:rsidR="00C61DC5" w:rsidRPr="002A18ED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2A18ED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2A18ED">
        <w:rPr>
          <w:rFonts w:ascii="Corbel" w:hAnsi="Corbel"/>
          <w:b/>
          <w:sz w:val="24"/>
          <w:szCs w:val="24"/>
        </w:rPr>
        <w:t xml:space="preserve"> </w:t>
      </w:r>
    </w:p>
    <w:p w14:paraId="1C0356C0" w14:textId="77777777" w:rsidR="0085747A" w:rsidRPr="002A18E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2A18ED" w14:paraId="6C8A573D" w14:textId="77777777" w:rsidTr="003E1941">
        <w:tc>
          <w:tcPr>
            <w:tcW w:w="4962" w:type="dxa"/>
            <w:vAlign w:val="center"/>
          </w:tcPr>
          <w:p w14:paraId="4723D57F" w14:textId="77777777" w:rsidR="0085747A" w:rsidRPr="002A18ED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A18ED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2A18ED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2A18ED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4C2497F" w14:textId="79232826" w:rsidR="0085747A" w:rsidRPr="002A18ED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A18ED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2A18ED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5B1925" w:rsidRPr="002A18ED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2A18ED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2A18ED" w14:paraId="78C8C3E6" w14:textId="77777777" w:rsidTr="00923D7D">
        <w:tc>
          <w:tcPr>
            <w:tcW w:w="4962" w:type="dxa"/>
          </w:tcPr>
          <w:p w14:paraId="1241B1A7" w14:textId="77777777" w:rsidR="0085747A" w:rsidRPr="002A18E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A18ED">
              <w:rPr>
                <w:rFonts w:ascii="Corbel" w:hAnsi="Corbel"/>
                <w:sz w:val="24"/>
                <w:szCs w:val="24"/>
              </w:rPr>
              <w:t>G</w:t>
            </w:r>
            <w:r w:rsidR="0085747A" w:rsidRPr="002A18ED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2A18ED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2A18ED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2A18ED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2A18E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2A18ED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2A18ED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D491C1F" w14:textId="77777777" w:rsidR="0085747A" w:rsidRPr="002A18ED" w:rsidRDefault="00BF163C" w:rsidP="005B192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A18ED">
              <w:rPr>
                <w:rFonts w:ascii="Corbel" w:hAnsi="Corbel"/>
                <w:sz w:val="24"/>
                <w:szCs w:val="24"/>
              </w:rPr>
              <w:t>1</w:t>
            </w:r>
            <w:r w:rsidR="00E13367" w:rsidRPr="002A18ED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2A18ED" w14:paraId="6014F65B" w14:textId="77777777" w:rsidTr="00923D7D">
        <w:tc>
          <w:tcPr>
            <w:tcW w:w="4962" w:type="dxa"/>
          </w:tcPr>
          <w:p w14:paraId="49104B76" w14:textId="77777777" w:rsidR="00C61DC5" w:rsidRPr="002A18E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A18ED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2A18ED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12BBFEB" w14:textId="5594999F" w:rsidR="00C61DC5" w:rsidRPr="002A18E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A18ED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566E49E0" w14:textId="77777777" w:rsidR="00C61DC5" w:rsidRPr="002A18ED" w:rsidRDefault="00E13367" w:rsidP="005B192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A18ED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C61DC5" w:rsidRPr="002A18ED" w14:paraId="67F788DB" w14:textId="77777777" w:rsidTr="00923D7D">
        <w:tc>
          <w:tcPr>
            <w:tcW w:w="4962" w:type="dxa"/>
          </w:tcPr>
          <w:p w14:paraId="5A34AE17" w14:textId="1698D1CB" w:rsidR="00C61DC5" w:rsidRPr="002A18ED" w:rsidRDefault="00C61DC5" w:rsidP="002A18E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A18ED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2A18ED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2A18ED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2A18E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2A18ED">
              <w:rPr>
                <w:rFonts w:ascii="Corbel" w:hAnsi="Corbel"/>
                <w:sz w:val="24"/>
                <w:szCs w:val="24"/>
              </w:rPr>
              <w:t>(przygotowanie do zajęć,</w:t>
            </w:r>
            <w:r w:rsidR="00485703">
              <w:rPr>
                <w:rFonts w:ascii="Corbel" w:hAnsi="Corbel"/>
                <w:sz w:val="24"/>
                <w:szCs w:val="24"/>
              </w:rPr>
              <w:t xml:space="preserve"> </w:t>
            </w:r>
            <w:r w:rsidR="0097324A" w:rsidRPr="002A18ED">
              <w:rPr>
                <w:rFonts w:ascii="Corbel" w:hAnsi="Corbel"/>
                <w:sz w:val="24"/>
                <w:szCs w:val="24"/>
              </w:rPr>
              <w:t>napisanie projektu</w:t>
            </w:r>
            <w:r w:rsidRPr="002A18ED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3207954D" w14:textId="77777777" w:rsidR="00C61DC5" w:rsidRPr="002A18ED" w:rsidRDefault="00E13367" w:rsidP="005B192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A18ED"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85747A" w:rsidRPr="002A18ED" w14:paraId="274E3E9D" w14:textId="77777777" w:rsidTr="00923D7D">
        <w:tc>
          <w:tcPr>
            <w:tcW w:w="4962" w:type="dxa"/>
          </w:tcPr>
          <w:p w14:paraId="1E4A2A41" w14:textId="77777777" w:rsidR="0085747A" w:rsidRPr="002A18ED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A18ED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E43BA49" w14:textId="77777777" w:rsidR="0085747A" w:rsidRPr="002A18ED" w:rsidRDefault="00E13367" w:rsidP="005B192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A18ED">
              <w:rPr>
                <w:rFonts w:ascii="Corbel" w:hAnsi="Corbel"/>
                <w:sz w:val="24"/>
                <w:szCs w:val="24"/>
              </w:rPr>
              <w:t>2</w:t>
            </w:r>
            <w:r w:rsidR="00942E17" w:rsidRPr="002A18ED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2A18ED" w14:paraId="255888E7" w14:textId="77777777" w:rsidTr="00923D7D">
        <w:tc>
          <w:tcPr>
            <w:tcW w:w="4962" w:type="dxa"/>
          </w:tcPr>
          <w:p w14:paraId="7FC4DA6F" w14:textId="77777777" w:rsidR="0085747A" w:rsidRPr="002A18ED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2A18ED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2A18ED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3DFCC684" w14:textId="77777777" w:rsidR="0085747A" w:rsidRPr="002A18ED" w:rsidRDefault="00E13367" w:rsidP="005B192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A18ED"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5088BC51" w14:textId="77777777" w:rsidR="0085747A" w:rsidRPr="002A18ED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2A18ED">
        <w:rPr>
          <w:rFonts w:ascii="Corbel" w:hAnsi="Corbel"/>
          <w:b w:val="0"/>
          <w:i/>
          <w:smallCaps w:val="0"/>
          <w:szCs w:val="24"/>
        </w:rPr>
        <w:lastRenderedPageBreak/>
        <w:t xml:space="preserve">* </w:t>
      </w:r>
      <w:r w:rsidR="00C61DC5" w:rsidRPr="002A18ED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2A18ED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2A18ED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28AD4452" w14:textId="77777777" w:rsidR="003E1941" w:rsidRPr="002A18ED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A22CFEA" w14:textId="77777777" w:rsidR="0085747A" w:rsidRPr="002A18ED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A18ED">
        <w:rPr>
          <w:rFonts w:ascii="Corbel" w:hAnsi="Corbel"/>
          <w:smallCaps w:val="0"/>
          <w:szCs w:val="24"/>
        </w:rPr>
        <w:t xml:space="preserve">6. </w:t>
      </w:r>
      <w:r w:rsidR="0085747A" w:rsidRPr="002A18ED">
        <w:rPr>
          <w:rFonts w:ascii="Corbel" w:hAnsi="Corbel"/>
          <w:smallCaps w:val="0"/>
          <w:szCs w:val="24"/>
        </w:rPr>
        <w:t>PRAKTYKI ZAWO</w:t>
      </w:r>
      <w:r w:rsidR="009D3F3B" w:rsidRPr="002A18ED">
        <w:rPr>
          <w:rFonts w:ascii="Corbel" w:hAnsi="Corbel"/>
          <w:smallCaps w:val="0"/>
          <w:szCs w:val="24"/>
        </w:rPr>
        <w:t>DOWE W RAMACH PRZEDMIOTU</w:t>
      </w:r>
    </w:p>
    <w:p w14:paraId="448EFA7B" w14:textId="77777777" w:rsidR="0085747A" w:rsidRPr="002A18ED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2A18ED" w14:paraId="2D717922" w14:textId="77777777" w:rsidTr="005B1925">
        <w:trPr>
          <w:trHeight w:val="397"/>
        </w:trPr>
        <w:tc>
          <w:tcPr>
            <w:tcW w:w="2359" w:type="pct"/>
          </w:tcPr>
          <w:p w14:paraId="3C2C1C8C" w14:textId="77777777" w:rsidR="0085747A" w:rsidRPr="002A18E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8ED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034FF4DD" w14:textId="310E3A42" w:rsidR="0085747A" w:rsidRPr="002A18ED" w:rsidRDefault="002A18ED" w:rsidP="002A18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2A18ED" w14:paraId="28FA71E8" w14:textId="77777777" w:rsidTr="005B1925">
        <w:trPr>
          <w:trHeight w:val="397"/>
        </w:trPr>
        <w:tc>
          <w:tcPr>
            <w:tcW w:w="2359" w:type="pct"/>
          </w:tcPr>
          <w:p w14:paraId="7540E5B1" w14:textId="77777777" w:rsidR="0085747A" w:rsidRPr="002A18E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8ED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B8AE10" w14:textId="09DDD284" w:rsidR="0085747A" w:rsidRPr="002A18ED" w:rsidRDefault="002A18ED" w:rsidP="002A18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AF09FCF" w14:textId="77777777" w:rsidR="003E1941" w:rsidRPr="002A18ED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C2F8976" w14:textId="77777777" w:rsidR="0085747A" w:rsidRPr="002A18ED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A18ED">
        <w:rPr>
          <w:rFonts w:ascii="Corbel" w:hAnsi="Corbel"/>
          <w:smallCaps w:val="0"/>
          <w:szCs w:val="24"/>
        </w:rPr>
        <w:t xml:space="preserve">7. </w:t>
      </w:r>
      <w:r w:rsidR="0085747A" w:rsidRPr="002A18ED">
        <w:rPr>
          <w:rFonts w:ascii="Corbel" w:hAnsi="Corbel"/>
          <w:smallCaps w:val="0"/>
          <w:szCs w:val="24"/>
        </w:rPr>
        <w:t>LITERATURA</w:t>
      </w:r>
    </w:p>
    <w:p w14:paraId="76B955B8" w14:textId="77777777" w:rsidR="00675843" w:rsidRPr="002A18ED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2A18ED" w14:paraId="5F19A165" w14:textId="77777777" w:rsidTr="717459E4">
        <w:trPr>
          <w:trHeight w:val="397"/>
        </w:trPr>
        <w:tc>
          <w:tcPr>
            <w:tcW w:w="5000" w:type="pct"/>
          </w:tcPr>
          <w:p w14:paraId="3F1A7CBD" w14:textId="77777777" w:rsidR="0085747A" w:rsidRPr="002A18E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8ED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630331A" w14:textId="291A57FA" w:rsidR="00675B05" w:rsidRPr="002A18ED" w:rsidRDefault="00675B05" w:rsidP="005B1925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left="447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proofErr w:type="spellStart"/>
            <w:r w:rsidRPr="717459E4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Barembruch</w:t>
            </w:r>
            <w:proofErr w:type="spellEnd"/>
            <w:r w:rsidRPr="717459E4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A., Zarządzanie finansami osobistymi: teoria i praktyka, Wydawnictwo Uniwersytetu Gdańskiego, 2018</w:t>
            </w:r>
          </w:p>
          <w:p w14:paraId="3225617C" w14:textId="77777777" w:rsidR="00DA3FAB" w:rsidRPr="002A18ED" w:rsidRDefault="00675B05" w:rsidP="005B1925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left="447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proofErr w:type="spellStart"/>
            <w:r w:rsidRPr="002A18ED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Engelhardt</w:t>
            </w:r>
            <w:proofErr w:type="spellEnd"/>
            <w:r w:rsidRPr="002A18ED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J.(red.), Ekonomika przedsiębiorstw, </w:t>
            </w:r>
            <w:proofErr w:type="spellStart"/>
            <w:r w:rsidRPr="002A18ED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CeDeWu</w:t>
            </w:r>
            <w:proofErr w:type="spellEnd"/>
            <w:r w:rsidRPr="002A18ED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, Warszawa 2017</w:t>
            </w:r>
          </w:p>
        </w:tc>
      </w:tr>
      <w:tr w:rsidR="0085747A" w:rsidRPr="002A18ED" w14:paraId="425412B9" w14:textId="77777777" w:rsidTr="717459E4">
        <w:trPr>
          <w:trHeight w:val="397"/>
        </w:trPr>
        <w:tc>
          <w:tcPr>
            <w:tcW w:w="5000" w:type="pct"/>
          </w:tcPr>
          <w:p w14:paraId="7551873D" w14:textId="77777777" w:rsidR="0085747A" w:rsidRPr="002A18E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8ED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3BE3069" w14:textId="77777777" w:rsidR="00FB7FE8" w:rsidRPr="002A18ED" w:rsidRDefault="00675B05" w:rsidP="005B1925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447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2A18ED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Bywalec Cz., Ekonomika i finanse gospodarstw domowych, Wydawnictwo Naukowe PWN, Warszawa 2012.</w:t>
            </w:r>
          </w:p>
        </w:tc>
      </w:tr>
    </w:tbl>
    <w:p w14:paraId="2E5F103C" w14:textId="77777777" w:rsidR="0085747A" w:rsidRPr="002A18ED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FFE9D26" w14:textId="77777777" w:rsidR="0085747A" w:rsidRPr="002A18ED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5DF7BFE" w14:textId="77777777" w:rsidR="0085747A" w:rsidRPr="002A18ED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2A18ED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2A18ED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D0CF4C" w14:textId="77777777" w:rsidR="00AD34DE" w:rsidRDefault="00AD34DE" w:rsidP="00C16ABF">
      <w:pPr>
        <w:spacing w:after="0" w:line="240" w:lineRule="auto"/>
      </w:pPr>
      <w:r>
        <w:separator/>
      </w:r>
    </w:p>
  </w:endnote>
  <w:endnote w:type="continuationSeparator" w:id="0">
    <w:p w14:paraId="2C4FA27F" w14:textId="77777777" w:rsidR="00AD34DE" w:rsidRDefault="00AD34D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461691" w14:textId="77777777" w:rsidR="00AD34DE" w:rsidRDefault="00AD34DE" w:rsidP="00C16ABF">
      <w:pPr>
        <w:spacing w:after="0" w:line="240" w:lineRule="auto"/>
      </w:pPr>
      <w:r>
        <w:separator/>
      </w:r>
    </w:p>
  </w:footnote>
  <w:footnote w:type="continuationSeparator" w:id="0">
    <w:p w14:paraId="118B0EA0" w14:textId="77777777" w:rsidR="00AD34DE" w:rsidRDefault="00AD34DE" w:rsidP="00C16ABF">
      <w:pPr>
        <w:spacing w:after="0" w:line="240" w:lineRule="auto"/>
      </w:pPr>
      <w:r>
        <w:continuationSeparator/>
      </w:r>
    </w:p>
  </w:footnote>
  <w:footnote w:id="1">
    <w:p w14:paraId="0A0B55DD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5258DC"/>
    <w:multiLevelType w:val="hybridMultilevel"/>
    <w:tmpl w:val="A04034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535083"/>
    <w:multiLevelType w:val="hybridMultilevel"/>
    <w:tmpl w:val="29CA88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D2E2B54"/>
    <w:multiLevelType w:val="hybridMultilevel"/>
    <w:tmpl w:val="F1527490"/>
    <w:lvl w:ilvl="0" w:tplc="2D8C9E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276B3E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BD4B8B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F4854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218080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F827E3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73C410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F409DF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4CAEE9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2F13C5D"/>
    <w:multiLevelType w:val="hybridMultilevel"/>
    <w:tmpl w:val="71B6CD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173E94"/>
    <w:multiLevelType w:val="hybridMultilevel"/>
    <w:tmpl w:val="F1527490"/>
    <w:lvl w:ilvl="0" w:tplc="BF442C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3ECF71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B4A255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0D66EF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490F87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E966CC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E16F16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4DC79C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E445FB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A436A1D"/>
    <w:multiLevelType w:val="hybridMultilevel"/>
    <w:tmpl w:val="4A725F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A3343C"/>
    <w:multiLevelType w:val="hybridMultilevel"/>
    <w:tmpl w:val="AD64756C"/>
    <w:lvl w:ilvl="0" w:tplc="FA3EEA4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AE55444"/>
    <w:multiLevelType w:val="hybridMultilevel"/>
    <w:tmpl w:val="F7B69F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DE0A4A"/>
    <w:multiLevelType w:val="hybridMultilevel"/>
    <w:tmpl w:val="F1527490"/>
    <w:lvl w:ilvl="0" w:tplc="2326E6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A3EF6D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0FC7A8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3A4FA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59C147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C0EA57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792C5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660FB5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4AA131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9582FC3"/>
    <w:multiLevelType w:val="hybridMultilevel"/>
    <w:tmpl w:val="D346CA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8E5811"/>
    <w:multiLevelType w:val="hybridMultilevel"/>
    <w:tmpl w:val="F1527490"/>
    <w:lvl w:ilvl="0" w:tplc="B40243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2B4196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6DCBA8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388794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476541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3FA7DC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F969E4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C3E651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37626E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6"/>
  </w:num>
  <w:num w:numId="5">
    <w:abstractNumId w:val="10"/>
  </w:num>
  <w:num w:numId="6">
    <w:abstractNumId w:val="3"/>
  </w:num>
  <w:num w:numId="7">
    <w:abstractNumId w:val="11"/>
  </w:num>
  <w:num w:numId="8">
    <w:abstractNumId w:val="9"/>
  </w:num>
  <w:num w:numId="9">
    <w:abstractNumId w:val="5"/>
  </w:num>
  <w:num w:numId="10">
    <w:abstractNumId w:val="8"/>
  </w:num>
  <w:num w:numId="11">
    <w:abstractNumId w:val="0"/>
  </w:num>
  <w:num w:numId="1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4484"/>
    <w:rsid w:val="000D04B0"/>
    <w:rsid w:val="000F1C57"/>
    <w:rsid w:val="000F5615"/>
    <w:rsid w:val="00117826"/>
    <w:rsid w:val="00124BFF"/>
    <w:rsid w:val="0012560E"/>
    <w:rsid w:val="00127108"/>
    <w:rsid w:val="00134B13"/>
    <w:rsid w:val="0014564C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18ED"/>
    <w:rsid w:val="002A22BF"/>
    <w:rsid w:val="002A2389"/>
    <w:rsid w:val="002A51C0"/>
    <w:rsid w:val="002A671D"/>
    <w:rsid w:val="002B4D55"/>
    <w:rsid w:val="002B5EA0"/>
    <w:rsid w:val="002B6119"/>
    <w:rsid w:val="002C1F06"/>
    <w:rsid w:val="002D3375"/>
    <w:rsid w:val="002D63A6"/>
    <w:rsid w:val="002D73D4"/>
    <w:rsid w:val="002F02A3"/>
    <w:rsid w:val="002F4ABE"/>
    <w:rsid w:val="003018BA"/>
    <w:rsid w:val="0030395F"/>
    <w:rsid w:val="00305C92"/>
    <w:rsid w:val="003151C5"/>
    <w:rsid w:val="003343CF"/>
    <w:rsid w:val="00334A6B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608"/>
    <w:rsid w:val="00431D5C"/>
    <w:rsid w:val="004362C6"/>
    <w:rsid w:val="00437FA2"/>
    <w:rsid w:val="00445970"/>
    <w:rsid w:val="00461EFC"/>
    <w:rsid w:val="004652C2"/>
    <w:rsid w:val="00467CDA"/>
    <w:rsid w:val="004706D1"/>
    <w:rsid w:val="00471326"/>
    <w:rsid w:val="0047598D"/>
    <w:rsid w:val="004840FD"/>
    <w:rsid w:val="00485703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0265"/>
    <w:rsid w:val="005363C4"/>
    <w:rsid w:val="00536BDE"/>
    <w:rsid w:val="00543ACC"/>
    <w:rsid w:val="0056696D"/>
    <w:rsid w:val="005828D5"/>
    <w:rsid w:val="0059484D"/>
    <w:rsid w:val="005A0855"/>
    <w:rsid w:val="005A133C"/>
    <w:rsid w:val="005A3196"/>
    <w:rsid w:val="005B1925"/>
    <w:rsid w:val="005C080F"/>
    <w:rsid w:val="005C55E5"/>
    <w:rsid w:val="005C64B2"/>
    <w:rsid w:val="005C696A"/>
    <w:rsid w:val="005E6067"/>
    <w:rsid w:val="005E6E85"/>
    <w:rsid w:val="005F31D2"/>
    <w:rsid w:val="006062B7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75B05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2922"/>
    <w:rsid w:val="00724677"/>
    <w:rsid w:val="00725459"/>
    <w:rsid w:val="00730592"/>
    <w:rsid w:val="007325FF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26648"/>
    <w:rsid w:val="008449B3"/>
    <w:rsid w:val="008552A2"/>
    <w:rsid w:val="00855E6F"/>
    <w:rsid w:val="0085747A"/>
    <w:rsid w:val="00884922"/>
    <w:rsid w:val="00885F64"/>
    <w:rsid w:val="008917F9"/>
    <w:rsid w:val="008A45F7"/>
    <w:rsid w:val="008C04C6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333F1"/>
    <w:rsid w:val="00942E17"/>
    <w:rsid w:val="009508DF"/>
    <w:rsid w:val="00950DAC"/>
    <w:rsid w:val="00954A07"/>
    <w:rsid w:val="0097324A"/>
    <w:rsid w:val="00984B23"/>
    <w:rsid w:val="00991867"/>
    <w:rsid w:val="00997F14"/>
    <w:rsid w:val="009A78D9"/>
    <w:rsid w:val="009A7D1D"/>
    <w:rsid w:val="009C3E31"/>
    <w:rsid w:val="009C54AE"/>
    <w:rsid w:val="009C788E"/>
    <w:rsid w:val="009D3F3B"/>
    <w:rsid w:val="009E0543"/>
    <w:rsid w:val="009E3B41"/>
    <w:rsid w:val="009F3C5C"/>
    <w:rsid w:val="009F4610"/>
    <w:rsid w:val="00A00BE2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34DE"/>
    <w:rsid w:val="00AD66D6"/>
    <w:rsid w:val="00AE1160"/>
    <w:rsid w:val="00AE203C"/>
    <w:rsid w:val="00AE2E74"/>
    <w:rsid w:val="00AE5FCB"/>
    <w:rsid w:val="00AF2C1E"/>
    <w:rsid w:val="00B06142"/>
    <w:rsid w:val="00B135B1"/>
    <w:rsid w:val="00B26E0F"/>
    <w:rsid w:val="00B3130B"/>
    <w:rsid w:val="00B40ADB"/>
    <w:rsid w:val="00B43B77"/>
    <w:rsid w:val="00B43E80"/>
    <w:rsid w:val="00B607DB"/>
    <w:rsid w:val="00B621C2"/>
    <w:rsid w:val="00B66529"/>
    <w:rsid w:val="00B66744"/>
    <w:rsid w:val="00B75946"/>
    <w:rsid w:val="00B75FF9"/>
    <w:rsid w:val="00B8056E"/>
    <w:rsid w:val="00B819C8"/>
    <w:rsid w:val="00B820BC"/>
    <w:rsid w:val="00B82308"/>
    <w:rsid w:val="00B90885"/>
    <w:rsid w:val="00BB520A"/>
    <w:rsid w:val="00BC797F"/>
    <w:rsid w:val="00BD3869"/>
    <w:rsid w:val="00BD66E9"/>
    <w:rsid w:val="00BD6FF4"/>
    <w:rsid w:val="00BF163C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36D6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05A2B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5AD3"/>
    <w:rsid w:val="00D8678B"/>
    <w:rsid w:val="00D9018B"/>
    <w:rsid w:val="00DA2114"/>
    <w:rsid w:val="00DA3FAB"/>
    <w:rsid w:val="00DA6057"/>
    <w:rsid w:val="00DC6D0C"/>
    <w:rsid w:val="00DD28F4"/>
    <w:rsid w:val="00DD539B"/>
    <w:rsid w:val="00DE09C0"/>
    <w:rsid w:val="00DE4A14"/>
    <w:rsid w:val="00DF320D"/>
    <w:rsid w:val="00DF71C8"/>
    <w:rsid w:val="00E129B8"/>
    <w:rsid w:val="00E13367"/>
    <w:rsid w:val="00E21E7D"/>
    <w:rsid w:val="00E22FBC"/>
    <w:rsid w:val="00E24BF5"/>
    <w:rsid w:val="00E25338"/>
    <w:rsid w:val="00E3549E"/>
    <w:rsid w:val="00E51E44"/>
    <w:rsid w:val="00E63348"/>
    <w:rsid w:val="00E661B9"/>
    <w:rsid w:val="00E742AA"/>
    <w:rsid w:val="00E77E88"/>
    <w:rsid w:val="00E8107D"/>
    <w:rsid w:val="00E821C5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188C"/>
    <w:rsid w:val="00F27A7B"/>
    <w:rsid w:val="00F526AF"/>
    <w:rsid w:val="00F617C3"/>
    <w:rsid w:val="00F7066B"/>
    <w:rsid w:val="00F83B28"/>
    <w:rsid w:val="00F974DA"/>
    <w:rsid w:val="00FA46E5"/>
    <w:rsid w:val="00FB7DBA"/>
    <w:rsid w:val="00FB7FE8"/>
    <w:rsid w:val="00FC1C25"/>
    <w:rsid w:val="00FC3F45"/>
    <w:rsid w:val="00FC53ED"/>
    <w:rsid w:val="00FD503F"/>
    <w:rsid w:val="00FD7589"/>
    <w:rsid w:val="00FF016A"/>
    <w:rsid w:val="00FF1401"/>
    <w:rsid w:val="00FF5E7D"/>
    <w:rsid w:val="017FE2AD"/>
    <w:rsid w:val="01AB8B8F"/>
    <w:rsid w:val="027D6EEB"/>
    <w:rsid w:val="031BB30E"/>
    <w:rsid w:val="03CC529E"/>
    <w:rsid w:val="06A8C55D"/>
    <w:rsid w:val="074A439D"/>
    <w:rsid w:val="0AED8B43"/>
    <w:rsid w:val="0D40ABAB"/>
    <w:rsid w:val="0E87B296"/>
    <w:rsid w:val="10CC4FC9"/>
    <w:rsid w:val="136821CD"/>
    <w:rsid w:val="1889C1F6"/>
    <w:rsid w:val="19AE048B"/>
    <w:rsid w:val="1B5ED03A"/>
    <w:rsid w:val="210033CB"/>
    <w:rsid w:val="210EAB22"/>
    <w:rsid w:val="24A01D27"/>
    <w:rsid w:val="275652C4"/>
    <w:rsid w:val="2A9BEB18"/>
    <w:rsid w:val="300EA2FE"/>
    <w:rsid w:val="310E046F"/>
    <w:rsid w:val="329E1984"/>
    <w:rsid w:val="3C30DE8D"/>
    <w:rsid w:val="3CB2805B"/>
    <w:rsid w:val="3CC9CEC4"/>
    <w:rsid w:val="3E659F25"/>
    <w:rsid w:val="44A1B58E"/>
    <w:rsid w:val="49EBADAE"/>
    <w:rsid w:val="4AB4D0FF"/>
    <w:rsid w:val="4B877E0F"/>
    <w:rsid w:val="4DEC71C1"/>
    <w:rsid w:val="503ADDDF"/>
    <w:rsid w:val="505AEF32"/>
    <w:rsid w:val="52330A86"/>
    <w:rsid w:val="54CA0644"/>
    <w:rsid w:val="59C897C8"/>
    <w:rsid w:val="5CCED2DC"/>
    <w:rsid w:val="5F6A0654"/>
    <w:rsid w:val="5F745C2C"/>
    <w:rsid w:val="6214D0E3"/>
    <w:rsid w:val="634E4965"/>
    <w:rsid w:val="643865E6"/>
    <w:rsid w:val="6D7717B8"/>
    <w:rsid w:val="6DB5C177"/>
    <w:rsid w:val="717459E4"/>
    <w:rsid w:val="7213F810"/>
    <w:rsid w:val="7473CAAA"/>
    <w:rsid w:val="762EC7C8"/>
    <w:rsid w:val="7847D424"/>
    <w:rsid w:val="7BC927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5E6E23"/>
  <w15:docId w15:val="{74D748DC-B7B2-405A-BCB4-24EED77B61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B621C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rsid w:val="00B621C2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customStyle="1" w:styleId="paragraph">
    <w:name w:val="paragraph"/>
    <w:basedOn w:val="Normalny"/>
    <w:rsid w:val="00D05A2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D05A2B"/>
  </w:style>
  <w:style w:type="character" w:customStyle="1" w:styleId="spellingerror">
    <w:name w:val="spellingerror"/>
    <w:basedOn w:val="Domylnaczcionkaakapitu"/>
    <w:rsid w:val="00D05A2B"/>
  </w:style>
  <w:style w:type="character" w:customStyle="1" w:styleId="eop">
    <w:name w:val="eop"/>
    <w:basedOn w:val="Domylnaczcionkaakapitu"/>
    <w:rsid w:val="00D05A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3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111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90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452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23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13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681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500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59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296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73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96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FCC6BC-905E-4F1A-804D-C23D869C3DC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11FB744-F089-4C79-BFBF-165F413E2A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58E4F45-AEBF-4C95-80C0-E373FEA9EEC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779AC4D-76C6-426A-A4C9-BE0EE99DF0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1</Pages>
  <Words>817</Words>
  <Characters>4906</Characters>
  <Application>Microsoft Office Word</Application>
  <DocSecurity>0</DocSecurity>
  <Lines>40</Lines>
  <Paragraphs>11</Paragraphs>
  <ScaleCrop>false</ScaleCrop>
  <Company>Hewlett-Packard Company</Company>
  <LinksUpToDate>false</LinksUpToDate>
  <CharactersWithSpaces>5712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Admin</cp:lastModifiedBy>
  <cp:revision>12</cp:revision>
  <cp:lastPrinted>2019-02-06T12:12:00Z</cp:lastPrinted>
  <dcterms:created xsi:type="dcterms:W3CDTF">2020-11-17T18:20:00Z</dcterms:created>
  <dcterms:modified xsi:type="dcterms:W3CDTF">2021-01-04T12:47:00Z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